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C8B" w:rsidRPr="004E4C85" w:rsidRDefault="00A87C8B" w:rsidP="00F509CB">
      <w:pPr>
        <w:pStyle w:val="TitleofthePaperEuralexBeforeAutoAfterAuto"/>
      </w:pPr>
      <w:r>
        <w:t xml:space="preserve">Title of the Paper [Arial </w:t>
      </w:r>
      <w:r w:rsidRPr="004E4C85">
        <w:t>Bold</w:t>
      </w:r>
      <w:r>
        <w:t xml:space="preserve"> 16 pt]</w:t>
      </w:r>
      <w:r w:rsidRPr="004E4C85">
        <w:t xml:space="preserve"> </w:t>
      </w:r>
    </w:p>
    <w:p w:rsidR="00A87C8B" w:rsidRPr="004E1364" w:rsidRDefault="00A87C8B" w:rsidP="00E2284C">
      <w:pPr>
        <w:pStyle w:val="AuthorNamesEuralex"/>
      </w:pPr>
      <w:r w:rsidRPr="001D04B1">
        <w:t>Author1, Author2</w:t>
      </w:r>
      <w:r>
        <w:t>,</w:t>
      </w:r>
      <w:r w:rsidRPr="001D04B1">
        <w:t xml:space="preserve"> Author3</w:t>
      </w:r>
      <w:r>
        <w:t xml:space="preserve"> [First name, surname; Times New Roman 13 pt]</w:t>
      </w:r>
    </w:p>
    <w:p w:rsidR="00A87C8B" w:rsidRDefault="00A87C8B" w:rsidP="00E2284C">
      <w:pPr>
        <w:pStyle w:val="AuthorNamesEuralex"/>
      </w:pPr>
      <w:r w:rsidRPr="001D04B1">
        <w:t>Affiliation</w:t>
      </w:r>
      <w:r>
        <w:t>s [Times New Roman 13 pt]</w:t>
      </w:r>
    </w:p>
    <w:p w:rsidR="00A87C8B" w:rsidRPr="00561F75" w:rsidRDefault="00A87C8B" w:rsidP="00E2284C">
      <w:pPr>
        <w:pStyle w:val="AuthorNamesEuralex"/>
      </w:pPr>
      <w:r w:rsidRPr="00561F75">
        <w:t xml:space="preserve">E-mail: author1@xxx.yy, author2@zzz.uuu.edu, author3@hhh.com </w:t>
      </w:r>
      <w:r>
        <w:t>[Times New Roman 13 pt]</w:t>
      </w:r>
    </w:p>
    <w:p w:rsidR="00A87C8B" w:rsidRPr="00704902" w:rsidRDefault="00A87C8B" w:rsidP="00E2284C">
      <w:pPr>
        <w:pStyle w:val="AbstractAcknowledgementsHeadingEuralex"/>
      </w:pPr>
      <w:r>
        <w:t>Abstract [Style:</w:t>
      </w:r>
      <w:r w:rsidRPr="00F0132C">
        <w:t xml:space="preserve"> </w:t>
      </w:r>
      <w:r>
        <w:t>Abstract &amp; Acknowledgements, Arial Bold 13 pt]</w:t>
      </w:r>
    </w:p>
    <w:p w:rsidR="00A87C8B" w:rsidRPr="00C66B43" w:rsidRDefault="00A87C8B" w:rsidP="00C66B43">
      <w:pPr>
        <w:spacing w:line="240" w:lineRule="auto"/>
        <w:rPr>
          <w:sz w:val="24"/>
          <w:szCs w:val="24"/>
        </w:rPr>
      </w:pPr>
      <w:r w:rsidRPr="00C66B43">
        <w:rPr>
          <w:sz w:val="24"/>
          <w:szCs w:val="24"/>
        </w:rPr>
        <w:t>When preparing the pa</w:t>
      </w:r>
      <w:bookmarkStart w:id="0" w:name="_GoBack"/>
      <w:bookmarkEnd w:id="0"/>
      <w:r w:rsidRPr="00C66B43">
        <w:rPr>
          <w:sz w:val="24"/>
          <w:szCs w:val="24"/>
        </w:rPr>
        <w:t>per, please, write directly into the style sheet and replace the model text (please use always the correct style as indicated in the style sheet). Please do not insert any blank lines between the different sections of the paper (line spaces are predefined in the style sheet). – Each paper must include an abstract of 150 to 200 words in Times New Roman 12 pt with single line spacing. The abstract must be written in the same language as the main text of the paper (i.e. English abstract, English paper). Please do not repeat the abstract in the main text of the paper, e.g. as part of the introduction. The heading Abstract should be aligned left, in Arial Bold 13 pt.</w:t>
      </w:r>
    </w:p>
    <w:p w:rsidR="00A87C8B" w:rsidRPr="00C66B43" w:rsidRDefault="00A87C8B" w:rsidP="00C66B43">
      <w:pPr>
        <w:spacing w:after="360" w:line="240" w:lineRule="auto"/>
        <w:contextualSpacing w:val="0"/>
        <w:rPr>
          <w:sz w:val="24"/>
          <w:szCs w:val="24"/>
        </w:rPr>
      </w:pPr>
      <w:r w:rsidRPr="00C66B43">
        <w:rPr>
          <w:rFonts w:ascii="Arial" w:hAnsi="Arial" w:cs="Arial"/>
          <w:b/>
          <w:sz w:val="24"/>
          <w:szCs w:val="24"/>
        </w:rPr>
        <w:t xml:space="preserve">Keywords: </w:t>
      </w:r>
      <w:r w:rsidRPr="00C66B43">
        <w:rPr>
          <w:sz w:val="24"/>
          <w:szCs w:val="24"/>
        </w:rPr>
        <w:t>give at least three keywords separated by semicolons; you can reuse the keywords already used when you submitted the first version of the paper via the EasyChair; do not end th</w:t>
      </w:r>
      <w:r>
        <w:rPr>
          <w:sz w:val="24"/>
          <w:szCs w:val="24"/>
        </w:rPr>
        <w:t>e keyword list with a full stop.</w:t>
      </w:r>
    </w:p>
    <w:p w:rsidR="00A87C8B" w:rsidRPr="002000DE" w:rsidRDefault="00A87C8B" w:rsidP="00F509CB">
      <w:pPr>
        <w:pStyle w:val="StyleLevel1HeadingEURALEXBefore5ptAfter5pt"/>
      </w:pPr>
      <w:r w:rsidRPr="002000DE">
        <w:t>Format [Style: Level 1 H</w:t>
      </w:r>
      <w:r>
        <w:t>eading, Arial Bold</w:t>
      </w:r>
      <w:r w:rsidRPr="002000DE">
        <w:t xml:space="preserve"> 14</w:t>
      </w:r>
      <w:r>
        <w:t xml:space="preserve"> pt</w:t>
      </w:r>
      <w:r w:rsidRPr="002000DE">
        <w:t>]</w:t>
      </w:r>
    </w:p>
    <w:p w:rsidR="00A87C8B" w:rsidRDefault="00A87C8B" w:rsidP="003F07C2">
      <w:pPr>
        <w:pStyle w:val="AbstractAcknowledgementTextEuralex"/>
      </w:pPr>
      <w:r>
        <w:t>Apart from headings, author information and captions, t</w:t>
      </w:r>
      <w:r w:rsidRPr="00704902">
        <w:t xml:space="preserve">he </w:t>
      </w:r>
      <w:r>
        <w:t xml:space="preserve">text should be fully justified. </w:t>
      </w:r>
      <w:r w:rsidRPr="00704902">
        <w:t>The font for the main body of the text should be Times</w:t>
      </w:r>
      <w:r>
        <w:t xml:space="preserve"> </w:t>
      </w:r>
      <w:r w:rsidRPr="00A933BE">
        <w:t>New Roman 1</w:t>
      </w:r>
      <w:r>
        <w:t>2</w:t>
      </w:r>
      <w:r w:rsidRPr="00A933BE">
        <w:t xml:space="preserve"> pt</w:t>
      </w:r>
      <w:r>
        <w:t>,</w:t>
      </w:r>
      <w:r w:rsidRPr="00A933BE">
        <w:t xml:space="preserve"> </w:t>
      </w:r>
      <w:r>
        <w:t>single line spacing</w:t>
      </w:r>
      <w:r w:rsidRPr="00A933BE">
        <w:t xml:space="preserve">. Left, right, and bottom margins should be </w:t>
      </w:r>
      <w:r>
        <w:t>2</w:t>
      </w:r>
      <w:r w:rsidRPr="00A933BE">
        <w:t xml:space="preserve"> cm and the top margin </w:t>
      </w:r>
      <w:smartTag w:uri="urn:schemas-microsoft-com:office:smarttags" w:element="metricconverter">
        <w:smartTagPr>
          <w:attr w:name="ProductID" w:val="3 pt"/>
        </w:smartTagPr>
        <w:r w:rsidRPr="00A933BE">
          <w:t>2.5 cm</w:t>
        </w:r>
      </w:smartTag>
      <w:r w:rsidRPr="00A933BE">
        <w:t>.</w:t>
      </w:r>
    </w:p>
    <w:p w:rsidR="00A87C8B" w:rsidRPr="00704902" w:rsidRDefault="00A87C8B" w:rsidP="003F07C2">
      <w:pPr>
        <w:pStyle w:val="AbstractAcknowledgementTextEuralex"/>
      </w:pPr>
      <w:r>
        <w:t>Only block paragraphs should be used; do not indent the first line of paragraphs.</w:t>
      </w:r>
    </w:p>
    <w:p w:rsidR="00A87C8B" w:rsidRPr="00906035" w:rsidRDefault="00A87C8B" w:rsidP="00F509CB">
      <w:pPr>
        <w:pStyle w:val="StyleLevel1HeadingEURALEXBefore5ptAfter5pt"/>
      </w:pPr>
      <w:r w:rsidRPr="003A574D">
        <w:t>G</w:t>
      </w:r>
      <w:r>
        <w:t xml:space="preserve">eneral </w:t>
      </w:r>
      <w:r w:rsidRPr="00F509CB">
        <w:t>Instructions</w:t>
      </w:r>
    </w:p>
    <w:p w:rsidR="00A87C8B" w:rsidRDefault="00A87C8B" w:rsidP="00E81583">
      <w:pPr>
        <w:pStyle w:val="AbstractAcknowledgementTextEuralex"/>
      </w:pPr>
      <w:r w:rsidRPr="004F02A5">
        <w:t>Full papers</w:t>
      </w:r>
      <w:r w:rsidRPr="0055326E">
        <w:t xml:space="preserve"> </w:t>
      </w:r>
      <w:r>
        <w:t xml:space="preserve">should be in the range of </w:t>
      </w:r>
      <w:r w:rsidRPr="004F02A5">
        <w:t xml:space="preserve"> </w:t>
      </w:r>
      <w:r w:rsidRPr="00EF133E">
        <w:t xml:space="preserve">a minimum of </w:t>
      </w:r>
      <w:r>
        <w:t>eight</w:t>
      </w:r>
      <w:r w:rsidRPr="00EF133E">
        <w:t xml:space="preserve"> and a maximum of t</w:t>
      </w:r>
      <w:r>
        <w:t>welve</w:t>
      </w:r>
      <w:r w:rsidRPr="00EF133E">
        <w:t xml:space="preserve"> pages</w:t>
      </w:r>
      <w:r>
        <w:t xml:space="preserve"> while</w:t>
      </w:r>
      <w:r w:rsidRPr="0055326E">
        <w:rPr>
          <w:b/>
        </w:rPr>
        <w:t xml:space="preserve"> </w:t>
      </w:r>
      <w:r w:rsidRPr="004F02A5">
        <w:t xml:space="preserve">short papers </w:t>
      </w:r>
      <w:r w:rsidRPr="00EF133E">
        <w:t>should be between</w:t>
      </w:r>
      <w:r>
        <w:t xml:space="preserve"> </w:t>
      </w:r>
      <w:r w:rsidRPr="004F02A5">
        <w:t xml:space="preserve">a minimum of six and a maximum of eight </w:t>
      </w:r>
      <w:r w:rsidRPr="00EF133E">
        <w:t>pages long</w:t>
      </w:r>
      <w:r w:rsidRPr="00AD6334">
        <w:t>.</w:t>
      </w:r>
      <w:r w:rsidRPr="0055326E">
        <w:t xml:space="preserve">  </w:t>
      </w:r>
      <w:r>
        <w:t xml:space="preserve">The size of papers based on </w:t>
      </w:r>
      <w:r w:rsidRPr="004F02A5">
        <w:t xml:space="preserve">posters and  software demonstrations </w:t>
      </w:r>
      <w:r w:rsidRPr="00EF133E">
        <w:t xml:space="preserve">is expected to be </w:t>
      </w:r>
      <w:r w:rsidRPr="004F02A5">
        <w:t xml:space="preserve">between a minimum of four </w:t>
      </w:r>
      <w:r w:rsidRPr="00EF133E">
        <w:t xml:space="preserve">and </w:t>
      </w:r>
      <w:r w:rsidRPr="004F02A5">
        <w:t>a maximum of six pages</w:t>
      </w:r>
      <w:r w:rsidRPr="00EF133E">
        <w:t>, including figures and references</w:t>
      </w:r>
      <w:r w:rsidRPr="0055326E">
        <w:t>.</w:t>
      </w:r>
    </w:p>
    <w:p w:rsidR="00A87C8B" w:rsidRDefault="00A87C8B" w:rsidP="003F07C2">
      <w:pPr>
        <w:pStyle w:val="AbstractAcknowledgementTextEuralex"/>
      </w:pPr>
      <w:r w:rsidRPr="00704902">
        <w:t xml:space="preserve">Each </w:t>
      </w:r>
      <w:r>
        <w:t>paper</w:t>
      </w:r>
      <w:r w:rsidRPr="00704902">
        <w:t xml:space="preserve"> should be submitted </w:t>
      </w:r>
      <w:r w:rsidRPr="00091239">
        <w:t xml:space="preserve">both as </w:t>
      </w:r>
      <w:r w:rsidRPr="00036DF5">
        <w:rPr>
          <w:i/>
          <w:iCs/>
        </w:rPr>
        <w:t>doc.</w:t>
      </w:r>
      <w:r w:rsidRPr="00091239">
        <w:t xml:space="preserve"> </w:t>
      </w:r>
      <w:r w:rsidRPr="00036DF5">
        <w:rPr>
          <w:i/>
          <w:iCs/>
        </w:rPr>
        <w:t>or docx. file</w:t>
      </w:r>
      <w:r w:rsidRPr="00091239">
        <w:t xml:space="preserve"> and as an </w:t>
      </w:r>
      <w:r w:rsidRPr="00036DF5">
        <w:rPr>
          <w:i/>
          <w:iCs/>
        </w:rPr>
        <w:t>unprotected PDF file</w:t>
      </w:r>
      <w:r>
        <w:rPr>
          <w:i/>
          <w:iCs/>
        </w:rPr>
        <w:t xml:space="preserve"> </w:t>
      </w:r>
      <w:r>
        <w:t>via the Congress e-mail: euralex2016@tsu.ge</w:t>
      </w:r>
      <w:r w:rsidRPr="00036DF5">
        <w:rPr>
          <w:i/>
          <w:iCs/>
        </w:rPr>
        <w:t>.</w:t>
      </w:r>
      <w:r w:rsidRPr="001837CC">
        <w:t xml:space="preserve"> </w:t>
      </w:r>
      <w:r>
        <w:t>While submitting the paper, indicate the type of contribution (full paper, short paper, poster, software demo). As a file naming convention please use the following structure</w:t>
      </w:r>
      <w:r>
        <w:softHyphen/>
      </w:r>
      <w:r>
        <w:softHyphen/>
        <w:t xml:space="preserve">: number of the paper, given by the EasyChair; SurnameAuthor1, SurnameAuthor2, first two or three words of the title (don’t use more than 2 author names). </w:t>
      </w:r>
    </w:p>
    <w:p w:rsidR="00A87C8B" w:rsidRPr="003A574D" w:rsidRDefault="00A87C8B" w:rsidP="00F509CB">
      <w:pPr>
        <w:pStyle w:val="StyleLevel1HeadingEURALEXBefore5ptAfter5pt"/>
      </w:pPr>
      <w:r w:rsidRPr="003A574D">
        <w:t>P</w:t>
      </w:r>
      <w:r>
        <w:t>age Numbering</w:t>
      </w:r>
    </w:p>
    <w:p w:rsidR="00A87C8B" w:rsidRPr="00704902" w:rsidRDefault="00A87C8B" w:rsidP="003F07C2">
      <w:pPr>
        <w:pStyle w:val="AbstractAcknowledgementTextEuralex"/>
      </w:pPr>
      <w:r w:rsidRPr="004F02A5">
        <w:t>Please do not include page numbers in your paper</w:t>
      </w:r>
      <w:r w:rsidRPr="00704902">
        <w:t xml:space="preserve">. The definitive page numbering of </w:t>
      </w:r>
      <w:r>
        <w:t>papers</w:t>
      </w:r>
      <w:r w:rsidRPr="00704902">
        <w:t xml:space="preserve"> published in the proceedings will be decided by the organizing committee of</w:t>
      </w:r>
      <w:r>
        <w:t xml:space="preserve"> EURALEX 2016.</w:t>
      </w:r>
    </w:p>
    <w:p w:rsidR="00A87C8B" w:rsidRPr="005406EA" w:rsidRDefault="00A87C8B" w:rsidP="003F07C2">
      <w:pPr>
        <w:pStyle w:val="StyleLevel1HeadingEURALEXBefore5ptAfter5pt"/>
        <w:rPr>
          <w:lang w:val="en-GB"/>
        </w:rPr>
      </w:pPr>
      <w:r w:rsidRPr="003A574D">
        <w:t>H</w:t>
      </w:r>
      <w:r>
        <w:t xml:space="preserve">eadings/Level 1 </w:t>
      </w:r>
      <w:r w:rsidRPr="00950B8A">
        <w:t>Headings</w:t>
      </w:r>
      <w:r>
        <w:t xml:space="preserve"> [Style: Level 1 Heading]</w:t>
      </w:r>
    </w:p>
    <w:p w:rsidR="00A87C8B" w:rsidRPr="005406EA" w:rsidRDefault="00A87C8B" w:rsidP="003F07C2">
      <w:pPr>
        <w:pStyle w:val="AbstractAcknowledgementTextEuralex"/>
      </w:pPr>
      <w:r>
        <w:t>All headings, including the main title, should be capitalized according to the following rules: use upper case for the first word as well as for content words and lower case for function words (e.g. The Title of the Paper). Headings are aligned left</w:t>
      </w:r>
      <w:r w:rsidRPr="005406EA">
        <w:t xml:space="preserve">. </w:t>
      </w:r>
      <w:r>
        <w:t xml:space="preserve">Type level 1 headings </w:t>
      </w:r>
      <w:r w:rsidRPr="005406EA">
        <w:t>i</w:t>
      </w:r>
      <w:r>
        <w:t>n</w:t>
      </w:r>
      <w:r w:rsidRPr="005406EA">
        <w:t xml:space="preserve"> </w:t>
      </w:r>
      <w:r>
        <w:t xml:space="preserve">Arial Bold </w:t>
      </w:r>
      <w:r w:rsidRPr="005406EA">
        <w:t>1</w:t>
      </w:r>
      <w:r>
        <w:t>4 pt</w:t>
      </w:r>
      <w:r w:rsidRPr="005406EA">
        <w:t xml:space="preserve">. There should also be a space of </w:t>
      </w:r>
      <w:smartTag w:uri="urn:schemas-microsoft-com:office:smarttags" w:element="metricconverter">
        <w:smartTagPr>
          <w:attr w:name="ProductID" w:val="3 pt"/>
        </w:smartTagPr>
        <w:r w:rsidRPr="005406EA">
          <w:t>12 pt</w:t>
        </w:r>
      </w:smartTag>
      <w:r w:rsidRPr="005406EA">
        <w:t xml:space="preserve"> between the </w:t>
      </w:r>
      <w:r>
        <w:t>heading</w:t>
      </w:r>
      <w:r w:rsidRPr="005406EA">
        <w:t xml:space="preserve"> and the preceding section, and a space of </w:t>
      </w:r>
      <w:smartTag w:uri="urn:schemas-microsoft-com:office:smarttags" w:element="metricconverter">
        <w:smartTagPr>
          <w:attr w:name="ProductID" w:val="3 pt"/>
        </w:smartTagPr>
        <w:r w:rsidRPr="005406EA">
          <w:t>3 pt</w:t>
        </w:r>
      </w:smartTag>
      <w:r w:rsidRPr="005406EA">
        <w:t xml:space="preserve"> between the </w:t>
      </w:r>
      <w:r>
        <w:t>heading</w:t>
      </w:r>
      <w:r w:rsidRPr="005406EA">
        <w:t xml:space="preserve"> and the text following it.</w:t>
      </w:r>
      <w:r>
        <w:t xml:space="preserve"> Use Arabic Numerals for each heading and subheading (apart from paper title, abstract and acknowledgements); do </w:t>
      </w:r>
      <w:r w:rsidRPr="00F8211E">
        <w:t>no</w:t>
      </w:r>
      <w:r>
        <w:t>t</w:t>
      </w:r>
      <w:r w:rsidRPr="00F8211E">
        <w:t xml:space="preserve"> </w:t>
      </w:r>
      <w:r>
        <w:t xml:space="preserve">use a </w:t>
      </w:r>
      <w:r w:rsidRPr="00F8211E">
        <w:t>full stop after the last numeral (e.g. 4, 4.1, 4.1.1). Do not end a title or heading with a full stop.</w:t>
      </w:r>
    </w:p>
    <w:p w:rsidR="00A87C8B" w:rsidRDefault="00A87C8B" w:rsidP="003F07C2">
      <w:pPr>
        <w:pStyle w:val="StyleLevel2HeadingEURALEXBefore0ptAfter0pt"/>
      </w:pPr>
      <w:r>
        <w:t>Headings/</w:t>
      </w:r>
      <w:r w:rsidRPr="005406EA">
        <w:t>L</w:t>
      </w:r>
      <w:r>
        <w:t>evel 2 Headings [Style: Level 2 Heading, Arial Bold 13 pt]</w:t>
      </w:r>
    </w:p>
    <w:p w:rsidR="00A87C8B" w:rsidRDefault="00A87C8B" w:rsidP="003F07C2">
      <w:pPr>
        <w:pStyle w:val="AbstractAcknowledgementTextEuralex"/>
      </w:pPr>
      <w:r w:rsidRPr="005406EA">
        <w:t xml:space="preserve">The format for level 2 headings is basically the same as for level 1 </w:t>
      </w:r>
      <w:r>
        <w:t>h</w:t>
      </w:r>
      <w:r w:rsidRPr="005406EA">
        <w:t>eadings</w:t>
      </w:r>
      <w:r>
        <w:t>, except that the font is Arial Bold 13 pt</w:t>
      </w:r>
      <w:r w:rsidRPr="005406EA">
        <w:t xml:space="preserve">. </w:t>
      </w:r>
      <w:r>
        <w:t>Level 2 headings must be numbered accordingly  (e.g. 1.1, 1.2). Use headings and subheadings up to a maximum of three levels.</w:t>
      </w:r>
    </w:p>
    <w:p w:rsidR="00A87C8B" w:rsidRDefault="00A87C8B" w:rsidP="003F07C2">
      <w:pPr>
        <w:pStyle w:val="StyleLevel2HeadingEURALEXBefore0ptAfter0pt"/>
      </w:pPr>
      <w:r>
        <w:t>Headings/Level 2 Headings</w:t>
      </w:r>
    </w:p>
    <w:p w:rsidR="00A87C8B" w:rsidRDefault="00A87C8B" w:rsidP="003F07C2">
      <w:pPr>
        <w:pStyle w:val="AbstractAcknowledgementTextEuralex"/>
      </w:pPr>
      <w:r>
        <w:t xml:space="preserve">Please note that there must always be at least two level 2 and level 3 headings if you need to use these in your paper (e.g. at least 4.1 and 4.2 ).  </w:t>
      </w:r>
    </w:p>
    <w:p w:rsidR="00A87C8B" w:rsidRPr="005406EA" w:rsidRDefault="00A87C8B" w:rsidP="003F07C2">
      <w:pPr>
        <w:pStyle w:val="StyleLevel3HeadingEURALEXBefore0ptAfter0pt"/>
      </w:pPr>
      <w:r w:rsidRPr="00C313D2">
        <w:t>Headings/</w:t>
      </w:r>
      <w:r w:rsidRPr="005406EA">
        <w:t>L</w:t>
      </w:r>
      <w:r>
        <w:t>evel 3 Headings [Style: Level 3 Heading, Arial Bold 12 pt]</w:t>
      </w:r>
    </w:p>
    <w:p w:rsidR="00A87C8B" w:rsidRDefault="00A87C8B" w:rsidP="003F07C2">
      <w:pPr>
        <w:pStyle w:val="AbstractAcknowledgementTextEuralex"/>
      </w:pPr>
      <w:r w:rsidRPr="005406EA">
        <w:t xml:space="preserve">The format for level 3 headings is the same as for level 2 headings, except that the font is </w:t>
      </w:r>
      <w:r>
        <w:t>Arial Bold 12 pt</w:t>
      </w:r>
      <w:r w:rsidRPr="005406EA">
        <w:t>.</w:t>
      </w:r>
    </w:p>
    <w:p w:rsidR="00A87C8B" w:rsidRPr="00151E2A" w:rsidRDefault="00A87C8B" w:rsidP="003F07C2">
      <w:pPr>
        <w:pStyle w:val="StyleLevel1HeadingEURALEXBefore5ptAfter5pt"/>
      </w:pPr>
      <w:r w:rsidRPr="00151E2A">
        <w:t>R</w:t>
      </w:r>
      <w:r>
        <w:t>eferences in the text</w:t>
      </w:r>
    </w:p>
    <w:p w:rsidR="00A87C8B" w:rsidRDefault="00A87C8B" w:rsidP="003F07C2">
      <w:pPr>
        <w:pStyle w:val="AbstractAcknowledgementTextEuralex"/>
      </w:pPr>
      <w:r w:rsidRPr="00AD1A87">
        <w:t xml:space="preserve">All references within the text should </w:t>
      </w:r>
      <w:r w:rsidRPr="006A19A8">
        <w:t>be placed in parentheses containing the author's surname followed by the date of publication (Verlinde 2009).</w:t>
      </w:r>
      <w:r w:rsidRPr="00AD436C">
        <w:t xml:space="preserve"> If the sentence already includes the author's name, then it is only necessary to put the date in parentheses: Verlinde (2009). </w:t>
      </w:r>
      <w:r>
        <w:t>When citing several authors, use a semicolon to separate the references</w:t>
      </w:r>
      <w:r w:rsidRPr="006A19A8">
        <w:t>: (Verlinde 2009; Atkins</w:t>
      </w:r>
      <w:r>
        <w:t xml:space="preserve"> &amp; Rundell</w:t>
      </w:r>
      <w:r w:rsidRPr="006A19A8">
        <w:t xml:space="preserve"> 2008). </w:t>
      </w:r>
      <w:r>
        <w:t xml:space="preserve">For citing page numbers use the following format: (Rundell 2012: 49) or (Rundell 2012: 49-51). </w:t>
      </w:r>
      <w:r w:rsidRPr="006A19A8">
        <w:t>When the reference</w:t>
      </w:r>
      <w:r w:rsidRPr="00AD436C">
        <w:t xml:space="preserve"> has more than three authors, only cite</w:t>
      </w:r>
      <w:r w:rsidRPr="00AD1A87">
        <w:t xml:space="preserve"> the name of the </w:t>
      </w:r>
      <w:r>
        <w:t xml:space="preserve">first author followed by </w:t>
      </w:r>
      <w:r w:rsidRPr="00F10FF0">
        <w:rPr>
          <w:i/>
          <w:iCs/>
        </w:rPr>
        <w:t>et al</w:t>
      </w:r>
      <w:r>
        <w:t>.</w:t>
      </w:r>
    </w:p>
    <w:p w:rsidR="00A87C8B" w:rsidRDefault="00A87C8B" w:rsidP="003F07C2">
      <w:pPr>
        <w:pStyle w:val="StyleLevel1HeadingEURALEXBefore5ptAfter5pt"/>
        <w:rPr>
          <w:lang w:val="en-GB"/>
        </w:rPr>
      </w:pPr>
      <w:r>
        <w:rPr>
          <w:lang w:val="en-GB"/>
        </w:rPr>
        <w:t>Citations</w:t>
      </w:r>
    </w:p>
    <w:p w:rsidR="00A87C8B" w:rsidRPr="00662DFD" w:rsidRDefault="00A87C8B" w:rsidP="00E2284C">
      <w:pPr>
        <w:spacing w:line="240" w:lineRule="auto"/>
        <w:contextualSpacing w:val="0"/>
        <w:rPr>
          <w:sz w:val="24"/>
          <w:szCs w:val="24"/>
        </w:rPr>
      </w:pPr>
      <w:r w:rsidRPr="00662DFD">
        <w:rPr>
          <w:sz w:val="24"/>
          <w:szCs w:val="24"/>
        </w:rPr>
        <w:t xml:space="preserve">Short citations up to 1-2 lines are embedded in the main body of the text using quotation marks: “Metalexicography is a broad discipline […]” (Rundell 2012: 49). Longer citations should form a separate paragraph; use Times New Roman 11 pt, single line spacing, and spaces of 6 pt before and </w:t>
      </w:r>
    </w:p>
    <w:p w:rsidR="00A87C8B" w:rsidRPr="00C778EA" w:rsidRDefault="00A87C8B" w:rsidP="00E2284C">
      <w:pPr>
        <w:spacing w:line="240" w:lineRule="auto"/>
        <w:contextualSpacing w:val="0"/>
        <w:rPr>
          <w:sz w:val="24"/>
          <w:szCs w:val="24"/>
        </w:rPr>
      </w:pPr>
      <w:r w:rsidRPr="00C778EA">
        <w:rPr>
          <w:sz w:val="24"/>
          <w:szCs w:val="24"/>
        </w:rPr>
        <w:t>6 pt after the citation. Do not use quotation marks; the reference must be put at the end of the citation without any punctuation mark following it:</w:t>
      </w:r>
    </w:p>
    <w:p w:rsidR="00A87C8B" w:rsidRPr="00C778EA" w:rsidRDefault="00A87C8B" w:rsidP="003F07C2">
      <w:pPr>
        <w:spacing w:before="120" w:after="120" w:line="240" w:lineRule="auto"/>
        <w:contextualSpacing w:val="0"/>
        <w:rPr>
          <w:sz w:val="22"/>
          <w:szCs w:val="22"/>
        </w:rPr>
      </w:pPr>
      <w:r w:rsidRPr="00C778EA">
        <w:rPr>
          <w:sz w:val="22"/>
          <w:szCs w:val="22"/>
        </w:rPr>
        <w:t xml:space="preserve">Metalexicography is a broad discipline, taking in subjects such as dictionary criticism, dictionary typology, the history of lexicography, and the description of dictionary microstructures. These are all valid areas of study. The question for practising lexicographers is </w:t>
      </w:r>
      <w:r w:rsidRPr="00C778EA">
        <w:rPr>
          <w:i/>
          <w:iCs/>
          <w:sz w:val="22"/>
          <w:szCs w:val="22"/>
        </w:rPr>
        <w:t>how far</w:t>
      </w:r>
      <w:r w:rsidRPr="00C778EA">
        <w:rPr>
          <w:sz w:val="22"/>
          <w:szCs w:val="22"/>
        </w:rPr>
        <w:t xml:space="preserve"> [my italics] any of this impacts on how they do their jobs or helps them to produce better dictionaries. (Rundell 2012: 49) </w:t>
      </w:r>
    </w:p>
    <w:p w:rsidR="00A87C8B" w:rsidRDefault="00A87C8B" w:rsidP="003F07C2">
      <w:pPr>
        <w:pStyle w:val="AbstractAcknowledgementTextEuralex"/>
      </w:pPr>
      <w:r w:rsidRPr="00C778EA">
        <w:t>Use double quotation marks for short citations but also for terms and expressions that are used</w:t>
      </w:r>
      <w:r>
        <w:t xml:space="preserve"> in a special sense (occasional meaning), e.g. a “harmless drudgery”. For quotations within quotations use single quotation marks, e.g. “[...] ‘harmless drudgery’ […]”. Omissions should be signalled with three dots within square brackets: […]. Square brackets are also used to signal remarks by the author (see citation example above: [my italics]). </w:t>
      </w:r>
    </w:p>
    <w:p w:rsidR="00A87C8B" w:rsidRDefault="00A87C8B" w:rsidP="003F07C2">
      <w:pPr>
        <w:pStyle w:val="StyleLevel1HeadingEURALEXBefore5ptAfter5pt"/>
        <w:rPr>
          <w:lang w:val="en-GB"/>
        </w:rPr>
      </w:pPr>
      <w:r>
        <w:rPr>
          <w:lang w:val="en-GB"/>
        </w:rPr>
        <w:t>Emphasis and Foreign Words</w:t>
      </w:r>
    </w:p>
    <w:p w:rsidR="00A87C8B" w:rsidRPr="00DC46FF" w:rsidRDefault="00A87C8B" w:rsidP="003F07C2">
      <w:pPr>
        <w:pStyle w:val="AbstractAcknowledgementTextEuralex"/>
      </w:pPr>
      <w:r>
        <w:t xml:space="preserve">Use italics for foreign language and emphasis. Please refrain from the use of FULL CAPS, </w:t>
      </w:r>
      <w:r w:rsidRPr="00DC46FF">
        <w:rPr>
          <w:b/>
        </w:rPr>
        <w:t>bold type</w:t>
      </w:r>
      <w:r>
        <w:t xml:space="preserve"> and </w:t>
      </w:r>
      <w:r w:rsidRPr="00DC46FF">
        <w:rPr>
          <w:u w:val="single"/>
        </w:rPr>
        <w:t>underlining</w:t>
      </w:r>
      <w:r>
        <w:t>.</w:t>
      </w:r>
    </w:p>
    <w:p w:rsidR="00A87C8B" w:rsidRPr="00151E2A" w:rsidRDefault="00A87C8B" w:rsidP="003F07C2">
      <w:pPr>
        <w:pStyle w:val="StyleLevel1HeadingEURALEXBefore5ptAfter5pt"/>
        <w:rPr>
          <w:lang w:val="fr-FR"/>
        </w:rPr>
      </w:pPr>
      <w:r w:rsidRPr="00151E2A">
        <w:rPr>
          <w:lang w:val="fr-FR"/>
        </w:rPr>
        <w:t>F</w:t>
      </w:r>
      <w:r>
        <w:rPr>
          <w:lang w:val="fr-FR"/>
        </w:rPr>
        <w:t>igures and</w:t>
      </w:r>
      <w:r w:rsidRPr="00151E2A">
        <w:rPr>
          <w:lang w:val="fr-FR"/>
        </w:rPr>
        <w:t xml:space="preserve"> T</w:t>
      </w:r>
      <w:r>
        <w:rPr>
          <w:lang w:val="fr-FR"/>
        </w:rPr>
        <w:t>ables</w:t>
      </w:r>
    </w:p>
    <w:p w:rsidR="00A87C8B" w:rsidRPr="006E3E25" w:rsidRDefault="00A87C8B" w:rsidP="003F07C2">
      <w:pPr>
        <w:pStyle w:val="StyleLevel2HeadingEURALEXBefore0ptAfter0pt"/>
      </w:pPr>
      <w:r w:rsidRPr="003F07C2">
        <w:t>Figures</w:t>
      </w:r>
      <w:r w:rsidRPr="006E3E25">
        <w:t xml:space="preserve"> </w:t>
      </w:r>
    </w:p>
    <w:p w:rsidR="00A87C8B" w:rsidRDefault="00A87C8B" w:rsidP="003F07C2">
      <w:pPr>
        <w:pStyle w:val="AbstractAcknowledgementTextEuralex"/>
      </w:pPr>
      <w:r w:rsidRPr="009A463B">
        <w:t xml:space="preserve">All figures should be centred and </w:t>
      </w:r>
      <w:r>
        <w:t>clearly readable</w:t>
      </w:r>
      <w:r w:rsidRPr="009A463B">
        <w:t xml:space="preserve">. </w:t>
      </w:r>
      <w:r w:rsidRPr="004F02A5">
        <w:t>Colour figures are allowed.</w:t>
      </w:r>
      <w:r w:rsidRPr="009A463B">
        <w:t xml:space="preserve"> </w:t>
      </w:r>
      <w:r>
        <w:t xml:space="preserve">Figures should be supplied in a clean and high quality format, using, if possible, a resolution of a minimum of 300 dpi. </w:t>
      </w:r>
      <w:r w:rsidRPr="009A463B">
        <w:t>Figures should be numbered</w:t>
      </w:r>
      <w:r>
        <w:t>; place captions  in Times New Roman 11</w:t>
      </w:r>
      <w:r w:rsidRPr="009A463B">
        <w:t xml:space="preserve"> pt </w:t>
      </w:r>
      <w:r>
        <w:t>be</w:t>
      </w:r>
      <w:r w:rsidRPr="009A463B">
        <w:t>neath</w:t>
      </w:r>
      <w:r>
        <w:t xml:space="preserve"> the figure. Spacing of captions should be set at 6 pt before and 6 pt after. End each caption with a full stop.</w:t>
      </w:r>
    </w:p>
    <w:p w:rsidR="00A87C8B" w:rsidRPr="00E06CE6" w:rsidRDefault="00A87C8B" w:rsidP="003F07C2">
      <w:pPr>
        <w:pStyle w:val="AbstractAcknowledgementTextEuralex"/>
      </w:pPr>
      <w:r w:rsidRPr="00E06CE6">
        <w:t>Example:</w:t>
      </w:r>
    </w:p>
    <w:p w:rsidR="00A87C8B" w:rsidRDefault="00A87C8B" w:rsidP="00E2284C">
      <w:pPr>
        <w:pStyle w:val="FigureholderEURALEX"/>
        <w:spacing w:before="0"/>
        <w:contextualSpacing w:val="0"/>
      </w:pPr>
      <w:r w:rsidRPr="00C52102">
        <w:rPr>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oubleTree" style="width:261pt;height:232.5pt;visibility:visible">
            <v:imagedata r:id="rId7" o:title=""/>
          </v:shape>
        </w:pict>
      </w:r>
    </w:p>
    <w:p w:rsidR="00A87C8B" w:rsidRDefault="00A87C8B" w:rsidP="00B10195">
      <w:pPr>
        <w:pStyle w:val="CaptionTableFigureEURALEX"/>
      </w:pPr>
      <w:r w:rsidRPr="009A463B">
        <w:t>Figure 1: Caption</w:t>
      </w:r>
      <w:r>
        <w:t>.</w:t>
      </w:r>
    </w:p>
    <w:p w:rsidR="00A87C8B" w:rsidRDefault="00A87C8B" w:rsidP="003F07C2">
      <w:pPr>
        <w:pStyle w:val="AbstractAcknowledgementTextEuralex"/>
      </w:pPr>
      <w:r w:rsidRPr="00E07EBA">
        <w:t>Figure and caption should always a</w:t>
      </w:r>
      <w:r>
        <w:t>ppear together on the same page</w:t>
      </w:r>
      <w:r w:rsidRPr="00E07EBA">
        <w:t>.</w:t>
      </w:r>
    </w:p>
    <w:p w:rsidR="00A87C8B" w:rsidRPr="00CA06BE" w:rsidRDefault="00A87C8B" w:rsidP="003F07C2">
      <w:pPr>
        <w:pStyle w:val="StyleLevel2HeadingEURALEXBefore0ptAfter0pt"/>
      </w:pPr>
      <w:r>
        <w:t>T</w:t>
      </w:r>
      <w:r w:rsidRPr="00CA06BE">
        <w:t>ables</w:t>
      </w:r>
    </w:p>
    <w:p w:rsidR="00A87C8B" w:rsidRDefault="00A87C8B" w:rsidP="003F07C2">
      <w:pPr>
        <w:pStyle w:val="AbstractAcknowledgementTextEuralex"/>
      </w:pPr>
      <w:r w:rsidRPr="00115802">
        <w:t>The instructions for tables are the same as for figures (see previous section).</w:t>
      </w:r>
      <w:r>
        <w:t xml:space="preserve"> Number tables and figures consecutively (Figure 1, Figure 2, etc., Table 1, Table 2, etc.). </w:t>
      </w:r>
    </w:p>
    <w:p w:rsidR="00A87C8B" w:rsidRDefault="00A87C8B" w:rsidP="003F07C2">
      <w:pPr>
        <w:pStyle w:val="AbstractAcknowledgementTextEuralex"/>
      </w:pPr>
      <w:r>
        <w:t>Example:</w:t>
      </w:r>
    </w:p>
    <w:tbl>
      <w:tblPr>
        <w:tblW w:w="4448" w:type="dxa"/>
        <w:jc w:val="center"/>
        <w:tblLayout w:type="fixed"/>
        <w:tblCellMar>
          <w:left w:w="0" w:type="dxa"/>
          <w:right w:w="0" w:type="dxa"/>
        </w:tblCellMar>
        <w:tblLook w:val="0000"/>
      </w:tblPr>
      <w:tblGrid>
        <w:gridCol w:w="1556"/>
        <w:gridCol w:w="2892"/>
      </w:tblGrid>
      <w:tr w:rsidR="00A87C8B" w:rsidRPr="00F33B8E" w:rsidTr="00642CD7">
        <w:trPr>
          <w:jc w:val="center"/>
        </w:trPr>
        <w:tc>
          <w:tcPr>
            <w:tcW w:w="1556" w:type="dxa"/>
            <w:tcBorders>
              <w:top w:val="threeDEmboss" w:sz="6" w:space="0" w:color="auto"/>
              <w:left w:val="threeDEmboss" w:sz="6" w:space="0" w:color="auto"/>
              <w:bottom w:val="threeDEmboss" w:sz="6" w:space="0" w:color="auto"/>
              <w:right w:val="threeDEmboss" w:sz="6" w:space="0" w:color="auto"/>
            </w:tcBorders>
            <w:vAlign w:val="center"/>
          </w:tcPr>
          <w:p w:rsidR="00A87C8B" w:rsidRPr="00F33B8E" w:rsidRDefault="00A87C8B" w:rsidP="00E2284C">
            <w:pPr>
              <w:pStyle w:val="TableEURALEX"/>
              <w:contextualSpacing w:val="0"/>
            </w:pPr>
            <w:r w:rsidRPr="00F33B8E">
              <w:t>headword</w:t>
            </w:r>
          </w:p>
        </w:tc>
        <w:tc>
          <w:tcPr>
            <w:tcW w:w="2892" w:type="dxa"/>
            <w:tcBorders>
              <w:top w:val="threeDEmboss" w:sz="6" w:space="0" w:color="auto"/>
              <w:left w:val="threeDEmboss" w:sz="6" w:space="0" w:color="auto"/>
              <w:bottom w:val="threeDEmboss" w:sz="6" w:space="0" w:color="auto"/>
              <w:right w:val="threeDEmboss" w:sz="6" w:space="0" w:color="auto"/>
            </w:tcBorders>
            <w:vAlign w:val="center"/>
          </w:tcPr>
          <w:p w:rsidR="00A87C8B" w:rsidRPr="00642CD7" w:rsidRDefault="00A87C8B" w:rsidP="00E2284C">
            <w:pPr>
              <w:pStyle w:val="TableEURALEX"/>
              <w:contextualSpacing w:val="0"/>
            </w:pPr>
            <w:r w:rsidRPr="00642CD7">
              <w:t xml:space="preserve">corpus </w:t>
            </w:r>
          </w:p>
        </w:tc>
      </w:tr>
      <w:tr w:rsidR="00A87C8B" w:rsidRPr="00F33B8E" w:rsidTr="00642CD7">
        <w:trPr>
          <w:jc w:val="center"/>
        </w:trPr>
        <w:tc>
          <w:tcPr>
            <w:tcW w:w="1556" w:type="dxa"/>
            <w:tcBorders>
              <w:top w:val="threeDEmboss" w:sz="6" w:space="0" w:color="auto"/>
              <w:left w:val="threeDEmboss" w:sz="6" w:space="0" w:color="auto"/>
              <w:bottom w:val="threeDEmboss" w:sz="6" w:space="0" w:color="auto"/>
              <w:right w:val="threeDEmboss" w:sz="6" w:space="0" w:color="auto"/>
            </w:tcBorders>
            <w:vAlign w:val="center"/>
          </w:tcPr>
          <w:p w:rsidR="00A87C8B" w:rsidRPr="00F33B8E" w:rsidRDefault="00A87C8B" w:rsidP="00E2284C">
            <w:pPr>
              <w:pStyle w:val="TableEURALEX"/>
              <w:contextualSpacing w:val="0"/>
            </w:pPr>
            <w:r w:rsidRPr="00F33B8E">
              <w:t>wordclass</w:t>
            </w:r>
          </w:p>
        </w:tc>
        <w:tc>
          <w:tcPr>
            <w:tcW w:w="2892" w:type="dxa"/>
            <w:tcBorders>
              <w:top w:val="threeDEmboss" w:sz="6" w:space="0" w:color="auto"/>
              <w:left w:val="threeDEmboss" w:sz="6" w:space="0" w:color="auto"/>
              <w:bottom w:val="threeDEmboss" w:sz="6" w:space="0" w:color="auto"/>
              <w:right w:val="threeDEmboss" w:sz="6" w:space="0" w:color="auto"/>
            </w:tcBorders>
            <w:vAlign w:val="center"/>
          </w:tcPr>
          <w:p w:rsidR="00A87C8B" w:rsidRPr="00642CD7" w:rsidRDefault="00A87C8B" w:rsidP="00E2284C">
            <w:pPr>
              <w:pStyle w:val="TableEURALEX"/>
              <w:contextualSpacing w:val="0"/>
            </w:pPr>
            <w:r w:rsidRPr="00642CD7">
              <w:t>noun</w:t>
            </w:r>
          </w:p>
        </w:tc>
      </w:tr>
      <w:tr w:rsidR="00A87C8B" w:rsidRPr="00F33B8E" w:rsidTr="00642CD7">
        <w:trPr>
          <w:jc w:val="center"/>
        </w:trPr>
        <w:tc>
          <w:tcPr>
            <w:tcW w:w="1556" w:type="dxa"/>
            <w:tcBorders>
              <w:top w:val="threeDEmboss" w:sz="6" w:space="0" w:color="auto"/>
              <w:left w:val="threeDEmboss" w:sz="6" w:space="0" w:color="auto"/>
              <w:bottom w:val="threeDEmboss" w:sz="6" w:space="0" w:color="auto"/>
              <w:right w:val="threeDEmboss" w:sz="6" w:space="0" w:color="auto"/>
            </w:tcBorders>
            <w:vAlign w:val="center"/>
          </w:tcPr>
          <w:p w:rsidR="00A87C8B" w:rsidRPr="00F33B8E" w:rsidRDefault="00A87C8B" w:rsidP="00E2284C">
            <w:pPr>
              <w:pStyle w:val="TableEURALEX"/>
              <w:contextualSpacing w:val="0"/>
            </w:pPr>
            <w:r w:rsidRPr="00F33B8E">
              <w:t>domain label</w:t>
            </w:r>
          </w:p>
        </w:tc>
        <w:tc>
          <w:tcPr>
            <w:tcW w:w="2892" w:type="dxa"/>
            <w:tcBorders>
              <w:top w:val="threeDEmboss" w:sz="6" w:space="0" w:color="auto"/>
              <w:left w:val="threeDEmboss" w:sz="6" w:space="0" w:color="auto"/>
              <w:bottom w:val="threeDEmboss" w:sz="6" w:space="0" w:color="auto"/>
              <w:right w:val="threeDEmboss" w:sz="6" w:space="0" w:color="auto"/>
            </w:tcBorders>
            <w:vAlign w:val="center"/>
          </w:tcPr>
          <w:p w:rsidR="00A87C8B" w:rsidRPr="00642CD7" w:rsidRDefault="00A87C8B" w:rsidP="00E2284C">
            <w:pPr>
              <w:pStyle w:val="TableEURALEX"/>
              <w:contextualSpacing w:val="0"/>
            </w:pPr>
            <w:r w:rsidRPr="00642CD7">
              <w:t>linguistics</w:t>
            </w:r>
          </w:p>
        </w:tc>
      </w:tr>
      <w:tr w:rsidR="00A87C8B" w:rsidRPr="00F33B8E" w:rsidTr="008F6AC9">
        <w:trPr>
          <w:jc w:val="center"/>
        </w:trPr>
        <w:tc>
          <w:tcPr>
            <w:tcW w:w="1556" w:type="dxa"/>
            <w:tcBorders>
              <w:top w:val="threeDEmboss" w:sz="6" w:space="0" w:color="auto"/>
              <w:left w:val="threeDEmboss" w:sz="6" w:space="0" w:color="auto"/>
              <w:bottom w:val="threeDEmboss" w:sz="6" w:space="0" w:color="auto"/>
              <w:right w:val="threeDEmboss" w:sz="6" w:space="0" w:color="auto"/>
            </w:tcBorders>
            <w:vAlign w:val="center"/>
          </w:tcPr>
          <w:p w:rsidR="00A87C8B" w:rsidRPr="00F33B8E" w:rsidRDefault="00A87C8B" w:rsidP="00E2284C">
            <w:pPr>
              <w:pStyle w:val="TableEURALEX"/>
              <w:contextualSpacing w:val="0"/>
            </w:pPr>
          </w:p>
        </w:tc>
        <w:tc>
          <w:tcPr>
            <w:tcW w:w="2892" w:type="dxa"/>
            <w:tcBorders>
              <w:top w:val="threeDEmboss" w:sz="6" w:space="0" w:color="auto"/>
              <w:left w:val="threeDEmboss" w:sz="6" w:space="0" w:color="auto"/>
              <w:bottom w:val="threeDEmboss" w:sz="6" w:space="0" w:color="auto"/>
              <w:right w:val="threeDEmboss" w:sz="6" w:space="0" w:color="auto"/>
            </w:tcBorders>
            <w:vAlign w:val="center"/>
          </w:tcPr>
          <w:p w:rsidR="00A87C8B" w:rsidRPr="00F33B8E" w:rsidRDefault="00A87C8B" w:rsidP="00E2284C">
            <w:pPr>
              <w:pStyle w:val="TableEURALEX"/>
              <w:contextualSpacing w:val="0"/>
            </w:pPr>
          </w:p>
        </w:tc>
      </w:tr>
    </w:tbl>
    <w:p w:rsidR="00A87C8B" w:rsidRDefault="00A87C8B" w:rsidP="00B10195">
      <w:pPr>
        <w:pStyle w:val="CaptionTableFigureEURALEX"/>
      </w:pPr>
      <w:r w:rsidRPr="00115802">
        <w:t>Table 1:</w:t>
      </w:r>
      <w:r>
        <w:t xml:space="preserve"> Caption.</w:t>
      </w:r>
    </w:p>
    <w:p w:rsidR="00A87C8B" w:rsidRPr="00E225F5" w:rsidRDefault="00A87C8B" w:rsidP="003F07C2">
      <w:pPr>
        <w:pStyle w:val="AbstractAcknowledgementTextEuralex"/>
      </w:pPr>
      <w:r>
        <w:t>Each table and figure has to be referred to in the main text (see table 1).</w:t>
      </w:r>
    </w:p>
    <w:p w:rsidR="00A87C8B" w:rsidRPr="00CB6428" w:rsidRDefault="00A87C8B" w:rsidP="00B10195">
      <w:pPr>
        <w:pStyle w:val="StyleLevel1HeadingEURALEXBefore5ptAfter5pt"/>
      </w:pPr>
      <w:r w:rsidRPr="00CB6428">
        <w:t>F</w:t>
      </w:r>
      <w:r>
        <w:t>ootnote</w:t>
      </w:r>
    </w:p>
    <w:p w:rsidR="00A87C8B" w:rsidRDefault="00A87C8B" w:rsidP="003F07C2">
      <w:pPr>
        <w:pStyle w:val="AbstractAcknowledgementTextEuralex"/>
      </w:pPr>
      <w:r w:rsidRPr="00F85914">
        <w:t>Footnotes are indicated in the text by a number in superscript</w:t>
      </w:r>
      <w:r>
        <w:t>.</w:t>
      </w:r>
      <w:r>
        <w:rPr>
          <w:rStyle w:val="FootnoteReference"/>
          <w:szCs w:val="20"/>
        </w:rPr>
        <w:footnoteReference w:id="1"/>
      </w:r>
      <w:r>
        <w:t xml:space="preserve"> Please note that superscript numerals follow punctuation marks.</w:t>
      </w:r>
      <w:r w:rsidRPr="00F85914">
        <w:t xml:space="preserve"> </w:t>
      </w:r>
    </w:p>
    <w:p w:rsidR="00A87C8B" w:rsidRDefault="00A87C8B" w:rsidP="00B10195">
      <w:pPr>
        <w:pStyle w:val="StyleLevel1HeadingEURALEXBefore5ptAfter5pt"/>
        <w:rPr>
          <w:lang w:val="en-GB"/>
        </w:rPr>
      </w:pPr>
      <w:r>
        <w:rPr>
          <w:lang w:val="en-GB"/>
        </w:rPr>
        <w:t>Examples &amp; Lists</w:t>
      </w:r>
    </w:p>
    <w:p w:rsidR="00A87C8B" w:rsidRPr="00C778EA" w:rsidRDefault="00A87C8B" w:rsidP="00E2284C">
      <w:pPr>
        <w:spacing w:line="240" w:lineRule="auto"/>
        <w:contextualSpacing w:val="0"/>
        <w:rPr>
          <w:sz w:val="24"/>
          <w:szCs w:val="24"/>
        </w:rPr>
      </w:pPr>
      <w:r w:rsidRPr="008A1190">
        <w:rPr>
          <w:sz w:val="24"/>
          <w:szCs w:val="24"/>
        </w:rPr>
        <w:t xml:space="preserve">All examples should be numbered progressively (do not start again in each section); put the numbers </w:t>
      </w:r>
      <w:r w:rsidRPr="00C778EA">
        <w:rPr>
          <w:sz w:val="24"/>
          <w:szCs w:val="24"/>
        </w:rPr>
        <w:t>in round brackets and do not indent them; use Times New Roman 12 pt and spacing of 6 pt before and 6 pt after the example(s); e.g.</w:t>
      </w:r>
    </w:p>
    <w:p w:rsidR="00A87C8B" w:rsidRPr="00C778EA" w:rsidRDefault="00A87C8B" w:rsidP="00B10195">
      <w:pPr>
        <w:spacing w:before="120" w:line="240" w:lineRule="auto"/>
        <w:contextualSpacing w:val="0"/>
        <w:rPr>
          <w:sz w:val="24"/>
          <w:szCs w:val="24"/>
        </w:rPr>
      </w:pPr>
      <w:r w:rsidRPr="00C778EA">
        <w:rPr>
          <w:sz w:val="24"/>
          <w:szCs w:val="24"/>
        </w:rPr>
        <w:t xml:space="preserve">(50) Man kann nicht alle Jugendlichen in einem Topf werfen. </w:t>
      </w:r>
    </w:p>
    <w:p w:rsidR="00A87C8B" w:rsidRPr="00C778EA" w:rsidRDefault="00A87C8B" w:rsidP="00E6449E">
      <w:pPr>
        <w:spacing w:after="120" w:line="240" w:lineRule="auto"/>
        <w:contextualSpacing w:val="0"/>
        <w:rPr>
          <w:sz w:val="24"/>
          <w:szCs w:val="24"/>
        </w:rPr>
      </w:pPr>
      <w:r w:rsidRPr="00C778EA">
        <w:rPr>
          <w:sz w:val="24"/>
          <w:szCs w:val="24"/>
        </w:rPr>
        <w:t xml:space="preserve">(51) Jedoch stellt sich die Frage, kann man wirklich alle Jugendlichen in einen Topf stecken? </w:t>
      </w:r>
    </w:p>
    <w:p w:rsidR="00A87C8B" w:rsidRPr="00C778EA" w:rsidRDefault="00A87C8B" w:rsidP="00E6449E">
      <w:pPr>
        <w:spacing w:after="120" w:line="240" w:lineRule="auto"/>
        <w:contextualSpacing w:val="0"/>
        <w:rPr>
          <w:sz w:val="24"/>
          <w:szCs w:val="24"/>
        </w:rPr>
      </w:pPr>
      <w:r w:rsidRPr="00C778EA">
        <w:rPr>
          <w:sz w:val="24"/>
          <w:szCs w:val="24"/>
        </w:rPr>
        <w:t>Items in lists should be preceded by a dot; the dots are not intended; the text after the dot is hanging at 1.1 cm; otherwise the same rules apply as in the formatting of examples; e.g.:</w:t>
      </w:r>
    </w:p>
    <w:p w:rsidR="00A87C8B" w:rsidRPr="00C778EA" w:rsidRDefault="00A87C8B" w:rsidP="00E2284C">
      <w:pPr>
        <w:pStyle w:val="ListEURALEX"/>
        <w:spacing w:before="0"/>
      </w:pPr>
      <w:r w:rsidRPr="00C778EA">
        <w:t xml:space="preserve">orthography </w:t>
      </w:r>
    </w:p>
    <w:p w:rsidR="00A87C8B" w:rsidRPr="008A1190" w:rsidRDefault="00A87C8B" w:rsidP="00E2284C">
      <w:pPr>
        <w:pStyle w:val="ListEURALEX"/>
        <w:spacing w:before="0"/>
      </w:pPr>
      <w:r w:rsidRPr="008A1190">
        <w:t>grammar</w:t>
      </w:r>
    </w:p>
    <w:p w:rsidR="00A87C8B" w:rsidRPr="00CB6428" w:rsidRDefault="00A87C8B" w:rsidP="00B10195">
      <w:pPr>
        <w:pStyle w:val="StyleLevel1HeadingEURALEXBefore5ptAfter5pt"/>
        <w:rPr>
          <w:lang w:val="en-GB"/>
        </w:rPr>
      </w:pPr>
      <w:r>
        <w:rPr>
          <w:lang w:val="en-GB"/>
        </w:rPr>
        <w:t>Conclusion</w:t>
      </w:r>
    </w:p>
    <w:p w:rsidR="00A87C8B" w:rsidRPr="00D873E0" w:rsidRDefault="00A87C8B" w:rsidP="003F07C2">
      <w:pPr>
        <w:pStyle w:val="AbstractAcknowledgementTextEuralex"/>
      </w:pPr>
      <w:r w:rsidRPr="00115802">
        <w:t xml:space="preserve">The </w:t>
      </w:r>
      <w:r>
        <w:t xml:space="preserve">EURALEX </w:t>
      </w:r>
      <w:r w:rsidRPr="007748B0">
        <w:t>201</w:t>
      </w:r>
      <w:r>
        <w:t>6</w:t>
      </w:r>
      <w:r w:rsidRPr="007748B0">
        <w:t xml:space="preserve"> proceedings are published by </w:t>
      </w:r>
      <w:r>
        <w:t>the Lexicographic Centre at Ivane Javakhishvili Tbilisi State University</w:t>
      </w:r>
      <w:r w:rsidRPr="00D873E0">
        <w:t>.</w:t>
      </w:r>
    </w:p>
    <w:p w:rsidR="00A87C8B" w:rsidRPr="00115802" w:rsidRDefault="00A87C8B" w:rsidP="003F07C2">
      <w:pPr>
        <w:pStyle w:val="AbstractAcknowledgementTextEuralex"/>
      </w:pPr>
      <w:r w:rsidRPr="00D873E0">
        <w:t>We remind you that it is in the author’s responsibility to obtain any permission required for the u</w:t>
      </w:r>
      <w:r>
        <w:t>se of material owned by others.</w:t>
      </w:r>
    </w:p>
    <w:p w:rsidR="00A87C8B" w:rsidRPr="00CB6428" w:rsidRDefault="00A87C8B" w:rsidP="00B10195">
      <w:pPr>
        <w:pStyle w:val="StyleLevel1HeadingEURALEXBefore5ptAfter5pt"/>
      </w:pPr>
      <w:r w:rsidRPr="00CB6428">
        <w:t>R</w:t>
      </w:r>
      <w:r>
        <w:t>eferences</w:t>
      </w:r>
    </w:p>
    <w:p w:rsidR="00A87C8B" w:rsidRPr="00115802" w:rsidRDefault="00A87C8B" w:rsidP="003F07C2">
      <w:pPr>
        <w:pStyle w:val="AbstractAcknowledgementTextEuralex"/>
      </w:pPr>
      <w:r w:rsidRPr="00115802">
        <w:t xml:space="preserve">Bibliographical references should be listed in alphabetical order at the end of the </w:t>
      </w:r>
      <w:r>
        <w:t>paper</w:t>
      </w:r>
      <w:r w:rsidRPr="00115802">
        <w:t xml:space="preserve">. The title of the section, References, should be a level 1 heading. The first line of each bibliographical reference </w:t>
      </w:r>
      <w:r>
        <w:t xml:space="preserve">is not indented whereas the rest of the entry should be indented </w:t>
      </w:r>
      <w:r w:rsidRPr="00B66B59">
        <w:t>by 0.50 cm.</w:t>
      </w:r>
      <w:r w:rsidRPr="00115802">
        <w:t xml:space="preserve"> </w:t>
      </w:r>
    </w:p>
    <w:p w:rsidR="00A87C8B" w:rsidRPr="000568B7" w:rsidRDefault="00A87C8B" w:rsidP="003F07C2">
      <w:pPr>
        <w:pStyle w:val="AbstractAcknowledgementTextEuralex"/>
      </w:pPr>
      <w:r>
        <w:t xml:space="preserve">The following examples </w:t>
      </w:r>
      <w:r w:rsidRPr="00115802">
        <w:t xml:space="preserve">of references illustrate the basic format required for conference proceedings, books, journals, articles, Ph.D. theses, and </w:t>
      </w:r>
      <w:r>
        <w:t xml:space="preserve">chapters of books respectively. When referring to online </w:t>
      </w:r>
      <w:r w:rsidRPr="000568B7">
        <w:t>sources please do not forget to indicate the date on which you have accessed it at the end of the reference, using square brackets [07/02/2014].</w:t>
      </w:r>
    </w:p>
    <w:p w:rsidR="00A87C8B" w:rsidRPr="000568B7" w:rsidRDefault="00A87C8B" w:rsidP="00B10195">
      <w:pPr>
        <w:pStyle w:val="ReferencesEURALEX"/>
      </w:pPr>
    </w:p>
    <w:p w:rsidR="00A87C8B" w:rsidRDefault="00A87C8B" w:rsidP="00B10195">
      <w:pPr>
        <w:pStyle w:val="ReferencesEURALEX"/>
      </w:pPr>
      <w:r w:rsidRPr="000568B7">
        <w:t>Arhar, Š., Gorjanc, V. &amp; Krek, S. (2007</w:t>
      </w:r>
      <w:r>
        <w:t>)</w:t>
      </w:r>
      <w:r w:rsidRPr="00115802">
        <w:t xml:space="preserve">. </w:t>
      </w:r>
      <w:r>
        <w:t xml:space="preserve">FidaPLUS corpus of Slovenian. The New Generation of the Slovenian Reference Corpus: Its Design and Tools. </w:t>
      </w:r>
      <w:r w:rsidRPr="00AA48B8">
        <w:rPr>
          <w:iCs/>
        </w:rPr>
        <w:t>In</w:t>
      </w:r>
      <w:r w:rsidRPr="00F62316">
        <w:rPr>
          <w:i/>
          <w:iCs/>
        </w:rPr>
        <w:t xml:space="preserve"> </w:t>
      </w:r>
      <w:r w:rsidRPr="00932523">
        <w:rPr>
          <w:i/>
          <w:szCs w:val="21"/>
        </w:rPr>
        <w:t>Proceedings of the Corpus Linguistics Conference, CL2007, 27-30 July 2007</w:t>
      </w:r>
      <w:r w:rsidRPr="00EF7D8B">
        <w:rPr>
          <w:i/>
        </w:rPr>
        <w:t>.</w:t>
      </w:r>
      <w:r w:rsidRPr="00F62316">
        <w:t xml:space="preserve"> </w:t>
      </w:r>
      <w:r>
        <w:t>University of Birmingham, UK.</w:t>
      </w:r>
    </w:p>
    <w:p w:rsidR="00A87C8B" w:rsidRPr="007D46C0" w:rsidRDefault="00A87C8B" w:rsidP="00B10195">
      <w:pPr>
        <w:pStyle w:val="ReferencesEURALEX"/>
      </w:pPr>
      <w:r w:rsidRPr="007D46C0">
        <w:t xml:space="preserve">Atkins, S.B.T., Rundell, M. (2008). </w:t>
      </w:r>
      <w:r w:rsidRPr="007D46C0">
        <w:rPr>
          <w:i/>
          <w:iCs/>
        </w:rPr>
        <w:t>The Oxford Guide to Practical Lexicography</w:t>
      </w:r>
      <w:r w:rsidRPr="007D46C0">
        <w:t xml:space="preserve">. Oxford: Oxford University Press. </w:t>
      </w:r>
    </w:p>
    <w:p w:rsidR="00A87C8B" w:rsidRPr="007D46C0" w:rsidRDefault="00A87C8B" w:rsidP="00B10195">
      <w:pPr>
        <w:pStyle w:val="ReferencesEURALEX"/>
      </w:pPr>
      <w:r w:rsidRPr="007D46C0">
        <w:t xml:space="preserve">Verlinde, S. (2009) The Base lexicale du français: a multi-purpose lexicographic tool. In S. Granger, M. Paquot (eds.) eLexicography in the 21st century: New challenges, new applications, </w:t>
      </w:r>
      <w:r w:rsidRPr="000A20D8">
        <w:rPr>
          <w:i/>
          <w:iCs/>
        </w:rPr>
        <w:t>Proceedings of eLex 2009, Louvain-la-Neuve, 22-24 October 2009.</w:t>
      </w:r>
      <w:r w:rsidRPr="007D46C0">
        <w:t xml:space="preserve"> Louvain-la-Neuve: Presses Universitaires de Louvain, pp. 335-342.</w:t>
      </w:r>
    </w:p>
    <w:p w:rsidR="00A87C8B" w:rsidRPr="007D46C0" w:rsidRDefault="00A87C8B" w:rsidP="00B10195">
      <w:pPr>
        <w:pStyle w:val="ReferencesEURALEX"/>
      </w:pPr>
      <w:r w:rsidRPr="007D46C0">
        <w:t xml:space="preserve">Krishnamurthy, R. (2008). Corpus-driven lexicography. In </w:t>
      </w:r>
      <w:r w:rsidRPr="007D46C0">
        <w:rPr>
          <w:i/>
          <w:iCs/>
        </w:rPr>
        <w:t>International Journal of Lexicography</w:t>
      </w:r>
      <w:r w:rsidRPr="007D46C0">
        <w:t xml:space="preserve">, 21(3), pp. 231-242. </w:t>
      </w:r>
    </w:p>
    <w:p w:rsidR="00A87C8B" w:rsidRPr="007D46C0" w:rsidRDefault="00A87C8B" w:rsidP="00B10195">
      <w:pPr>
        <w:pStyle w:val="ReferencesEURALEX"/>
      </w:pPr>
      <w:r w:rsidRPr="007D46C0">
        <w:t xml:space="preserve">Kosem, I. (2010). Designing a model for a corpus-driven dictionary of Academic English. PhD thesis. Aston University, Birmingham, UK. </w:t>
      </w:r>
    </w:p>
    <w:p w:rsidR="00A87C8B" w:rsidRPr="00446E8E" w:rsidRDefault="00A87C8B" w:rsidP="00B10195">
      <w:pPr>
        <w:pStyle w:val="ReferencesEURALEX"/>
        <w:rPr>
          <w:lang w:val="fr-FR"/>
        </w:rPr>
      </w:pPr>
      <w:r w:rsidRPr="007D46C0">
        <w:rPr>
          <w:i/>
          <w:iCs/>
        </w:rPr>
        <w:t>Macmillan English Dictionary Online</w:t>
      </w:r>
      <w:r w:rsidRPr="007D46C0">
        <w:t xml:space="preserve">. Accessed at: </w:t>
      </w:r>
      <w:hyperlink r:id="rId8" w:history="1">
        <w:r w:rsidRPr="007D46C0">
          <w:t>http://www.macmillandictionary.com</w:t>
        </w:r>
      </w:hyperlink>
      <w:r w:rsidRPr="007D46C0">
        <w:t xml:space="preserve"> [07/02/2014].</w:t>
      </w:r>
    </w:p>
    <w:p w:rsidR="00A87C8B" w:rsidRPr="00B10195" w:rsidRDefault="00A87C8B" w:rsidP="00B10195">
      <w:pPr>
        <w:pStyle w:val="AbstractAcknowledgementsHeadingEuralex"/>
        <w:spacing w:after="0"/>
        <w:rPr>
          <w:bCs/>
        </w:rPr>
      </w:pPr>
      <w:r w:rsidRPr="00B10195">
        <w:rPr>
          <w:bCs/>
        </w:rPr>
        <w:t>Acknowledgements (optional) [Style: Abstract &amp; Acknowledgements]</w:t>
      </w:r>
    </w:p>
    <w:p w:rsidR="00A87C8B" w:rsidRDefault="00A87C8B" w:rsidP="003F07C2">
      <w:pPr>
        <w:pStyle w:val="AbstractAcknowledgementTextEuralex"/>
      </w:pPr>
      <w:r w:rsidRPr="00115802">
        <w:t xml:space="preserve">Place all acknowledgements (including those </w:t>
      </w:r>
      <w:r w:rsidRPr="00981AA9">
        <w:t>concerning</w:t>
      </w:r>
      <w:r w:rsidRPr="00115802">
        <w:t xml:space="preserve"> research grants and funding) in a separate section </w:t>
      </w:r>
      <w:r>
        <w:t xml:space="preserve">after the reference section. The format used for the acknowledgements is the same as for the abstract. </w:t>
      </w:r>
    </w:p>
    <w:p w:rsidR="00A87C8B" w:rsidRPr="002511F3" w:rsidRDefault="00A87C8B" w:rsidP="00E2284C">
      <w:pPr>
        <w:pStyle w:val="AbstractAcknowledgementsHeadingEuralex"/>
        <w:spacing w:before="0" w:after="0"/>
      </w:pPr>
      <w:r>
        <w:t>Appendix (optional) [Style: Abstract &amp; Acknowledgements]</w:t>
      </w:r>
    </w:p>
    <w:p w:rsidR="00A87C8B" w:rsidRPr="00DF5023" w:rsidRDefault="00A87C8B" w:rsidP="003F07C2">
      <w:pPr>
        <w:pStyle w:val="AbstractAcknowledgementTextEuralex"/>
      </w:pPr>
      <w:r w:rsidRPr="00115802">
        <w:t xml:space="preserve">Place all </w:t>
      </w:r>
      <w:r>
        <w:t>appendices</w:t>
      </w:r>
      <w:r w:rsidRPr="00115802">
        <w:t xml:space="preserve"> in a separate section at the end of the </w:t>
      </w:r>
      <w:r w:rsidRPr="000A20D8">
        <w:rPr>
          <w:bCs/>
        </w:rPr>
        <w:t>p</w:t>
      </w:r>
      <w:r>
        <w:t>aper. The format used for this section  is the same as for the abstract. If you use more than one Appendix multiply the section using the following heading names: Appendix 1 , Appendix 2, etc.</w:t>
      </w:r>
    </w:p>
    <w:sectPr w:rsidR="00A87C8B" w:rsidRPr="00DF5023" w:rsidSect="00E9486D">
      <w:pgSz w:w="11906" w:h="16838" w:code="9"/>
      <w:pgMar w:top="1418" w:right="1134" w:bottom="1134" w:left="1134" w:header="851" w:footer="0" w:gutter="0"/>
      <w:cols w:space="357"/>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C8B" w:rsidRDefault="00A87C8B" w:rsidP="001D1FA9">
      <w:pPr>
        <w:spacing w:line="240" w:lineRule="auto"/>
      </w:pPr>
      <w:r>
        <w:separator/>
      </w:r>
    </w:p>
  </w:endnote>
  <w:endnote w:type="continuationSeparator" w:id="0">
    <w:p w:rsidR="00A87C8B" w:rsidRDefault="00A87C8B" w:rsidP="001D1F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Ё¬?"/>
    <w:panose1 w:val="02010600030101010101"/>
    <w:charset w:val="86"/>
    <w:family w:val="auto"/>
    <w:pitch w:val="variable"/>
    <w:sig w:usb0="00000003" w:usb1="080E0000" w:usb2="00000010" w:usb3="00000000" w:csb0="0004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C8B" w:rsidRDefault="00A87C8B" w:rsidP="001D1FA9">
      <w:pPr>
        <w:spacing w:line="240" w:lineRule="auto"/>
      </w:pPr>
      <w:r>
        <w:separator/>
      </w:r>
    </w:p>
  </w:footnote>
  <w:footnote w:type="continuationSeparator" w:id="0">
    <w:p w:rsidR="00A87C8B" w:rsidRDefault="00A87C8B" w:rsidP="001D1FA9">
      <w:pPr>
        <w:spacing w:line="240" w:lineRule="auto"/>
      </w:pPr>
      <w:r>
        <w:continuationSeparator/>
      </w:r>
    </w:p>
  </w:footnote>
  <w:footnote w:id="1">
    <w:p w:rsidR="00A87C8B" w:rsidRDefault="00A87C8B" w:rsidP="0030595E">
      <w:pPr>
        <w:pStyle w:val="FootnoteTextEURALEX"/>
      </w:pPr>
      <w:r w:rsidRPr="00F85914">
        <w:rPr>
          <w:rStyle w:val="FootnoteReference"/>
        </w:rPr>
        <w:footnoteRef/>
      </w:r>
      <w:r w:rsidRPr="00F85914">
        <w:t xml:space="preserve"> They should be in Times </w:t>
      </w:r>
      <w:r>
        <w:t>New Roman 11 pt</w:t>
      </w:r>
      <w:r w:rsidRPr="00F85914">
        <w:t xml:space="preserve">, and appear at the bottom of the same page as their corresponding number. Footnotes should also be separated from the rest of the text by a horizontal line </w:t>
      </w:r>
      <w:r>
        <w:t xml:space="preserve">of </w:t>
      </w:r>
      <w:r w:rsidRPr="00F85914">
        <w:t>5 cm.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3150"/>
    <w:multiLevelType w:val="multilevel"/>
    <w:tmpl w:val="5E6CD26A"/>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
    <w:nsid w:val="03EF1491"/>
    <w:multiLevelType w:val="hybridMultilevel"/>
    <w:tmpl w:val="8DAA5FF4"/>
    <w:lvl w:ilvl="0" w:tplc="80826F54">
      <w:start w:val="1"/>
      <w:numFmt w:val="bullet"/>
      <w:pStyle w:val="ListEURALEX"/>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9A235D"/>
    <w:multiLevelType w:val="multilevel"/>
    <w:tmpl w:val="61FC83EA"/>
    <w:lvl w:ilvl="0">
      <w:start w:val="6"/>
      <w:numFmt w:val="decimal"/>
      <w:lvlText w:val="%1."/>
      <w:lvlJc w:val="left"/>
      <w:pPr>
        <w:tabs>
          <w:tab w:val="num" w:pos="1628"/>
        </w:tabs>
        <w:ind w:left="1268" w:hanging="360"/>
      </w:pPr>
      <w:rPr>
        <w:rFonts w:cs="Times New Roman" w:hint="default"/>
      </w:rPr>
    </w:lvl>
    <w:lvl w:ilvl="1">
      <w:start w:val="6"/>
      <w:numFmt w:val="decimal"/>
      <w:lvlText w:val="%2.2"/>
      <w:lvlJc w:val="left"/>
      <w:pPr>
        <w:tabs>
          <w:tab w:val="num" w:pos="567"/>
        </w:tabs>
      </w:pPr>
      <w:rPr>
        <w:rFonts w:ascii="Times New Roman" w:hAnsi="Times New Roman" w:cs="Times New Roman" w:hint="default"/>
        <w:b/>
        <w:i w:val="0"/>
        <w:sz w:val="22"/>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3">
    <w:nsid w:val="0ADD6F86"/>
    <w:multiLevelType w:val="multilevel"/>
    <w:tmpl w:val="C4544F2A"/>
    <w:lvl w:ilvl="0">
      <w:start w:val="1"/>
      <w:numFmt w:val="decimal"/>
      <w:pStyle w:val="XXHeading3EURALEX"/>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Restart w:val="0"/>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nsid w:val="0D4F4305"/>
    <w:multiLevelType w:val="multilevel"/>
    <w:tmpl w:val="CE00537A"/>
    <w:lvl w:ilvl="0">
      <w:start w:val="1"/>
      <w:numFmt w:val="decimal"/>
      <w:lvlText w:val="%1."/>
      <w:lvlJc w:val="left"/>
      <w:pPr>
        <w:tabs>
          <w:tab w:val="num" w:pos="1628"/>
        </w:tabs>
        <w:ind w:left="1268" w:hanging="360"/>
      </w:pPr>
      <w:rPr>
        <w:rFonts w:cs="Times New Roman" w:hint="default"/>
      </w:rPr>
    </w:lvl>
    <w:lvl w:ilvl="1">
      <w:start w:val="6"/>
      <w:numFmt w:val="decimal"/>
      <w:lvlText w:val="%2.%1"/>
      <w:lvlJc w:val="left"/>
      <w:pPr>
        <w:tabs>
          <w:tab w:val="num" w:pos="567"/>
        </w:tabs>
      </w:pPr>
      <w:rPr>
        <w:rFonts w:cs="Times New Roman" w:hint="default"/>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5">
    <w:nsid w:val="108B55F1"/>
    <w:multiLevelType w:val="hybridMultilevel"/>
    <w:tmpl w:val="74706966"/>
    <w:lvl w:ilvl="0" w:tplc="DCE832F6">
      <w:start w:val="1"/>
      <w:numFmt w:val="decimal"/>
      <w:lvlText w:val="%1."/>
      <w:lvlJc w:val="left"/>
      <w:pPr>
        <w:tabs>
          <w:tab w:val="num" w:pos="780"/>
        </w:tabs>
        <w:ind w:left="780" w:hanging="42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
    <w:nsid w:val="13B64E8B"/>
    <w:multiLevelType w:val="singleLevel"/>
    <w:tmpl w:val="74A8C9F6"/>
    <w:lvl w:ilvl="0">
      <w:start w:val="1"/>
      <w:numFmt w:val="decimal"/>
      <w:lvlText w:val="%1."/>
      <w:lvlJc w:val="left"/>
      <w:pPr>
        <w:tabs>
          <w:tab w:val="num" w:pos="360"/>
        </w:tabs>
        <w:ind w:left="113" w:hanging="113"/>
      </w:pPr>
      <w:rPr>
        <w:rFonts w:ascii="Times New Roman" w:hAnsi="Times New Roman" w:cs="Times New Roman" w:hint="default"/>
        <w:b w:val="0"/>
        <w:i w:val="0"/>
        <w:sz w:val="21"/>
      </w:rPr>
    </w:lvl>
  </w:abstractNum>
  <w:abstractNum w:abstractNumId="7">
    <w:nsid w:val="16E0577A"/>
    <w:multiLevelType w:val="multilevel"/>
    <w:tmpl w:val="17D0E448"/>
    <w:lvl w:ilvl="0">
      <w:start w:val="1"/>
      <w:numFmt w:val="decimal"/>
      <w:lvlText w:val="%1."/>
      <w:lvlJc w:val="left"/>
      <w:pPr>
        <w:tabs>
          <w:tab w:val="num" w:pos="1628"/>
        </w:tabs>
        <w:ind w:left="1268" w:hanging="360"/>
      </w:pPr>
      <w:rPr>
        <w:rFonts w:cs="Times New Roman" w:hint="default"/>
      </w:rPr>
    </w:lvl>
    <w:lvl w:ilvl="1">
      <w:start w:val="6"/>
      <w:numFmt w:val="decimal"/>
      <w:lvlText w:val="%2.%1"/>
      <w:lvlJc w:val="left"/>
      <w:pPr>
        <w:tabs>
          <w:tab w:val="num" w:pos="567"/>
        </w:tabs>
      </w:pPr>
      <w:rPr>
        <w:rFonts w:ascii="Times New Roman" w:hAnsi="Times New Roman" w:cs="Times New Roman" w:hint="default"/>
        <w:b/>
        <w:i w:val="0"/>
        <w:sz w:val="22"/>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8">
    <w:nsid w:val="172E0073"/>
    <w:multiLevelType w:val="multilevel"/>
    <w:tmpl w:val="17D0E448"/>
    <w:lvl w:ilvl="0">
      <w:start w:val="1"/>
      <w:numFmt w:val="decimal"/>
      <w:lvlText w:val="%1."/>
      <w:lvlJc w:val="left"/>
      <w:pPr>
        <w:tabs>
          <w:tab w:val="num" w:pos="1628"/>
        </w:tabs>
        <w:ind w:left="1268" w:hanging="360"/>
      </w:pPr>
      <w:rPr>
        <w:rFonts w:cs="Times New Roman" w:hint="default"/>
      </w:rPr>
    </w:lvl>
    <w:lvl w:ilvl="1">
      <w:start w:val="6"/>
      <w:numFmt w:val="decimal"/>
      <w:lvlText w:val="%2.%1"/>
      <w:lvlJc w:val="left"/>
      <w:pPr>
        <w:tabs>
          <w:tab w:val="num" w:pos="567"/>
        </w:tabs>
      </w:pPr>
      <w:rPr>
        <w:rFonts w:ascii="Times New Roman" w:hAnsi="Times New Roman" w:cs="Times New Roman" w:hint="default"/>
        <w:b/>
        <w:i w:val="0"/>
        <w:sz w:val="22"/>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9">
    <w:nsid w:val="1AD522C0"/>
    <w:multiLevelType w:val="hybridMultilevel"/>
    <w:tmpl w:val="5E52FC2C"/>
    <w:lvl w:ilvl="0" w:tplc="CDB05EAC">
      <w:start w:val="1"/>
      <w:numFmt w:val="decimal"/>
      <w:lvlText w:val="%1"/>
      <w:lvlJc w:val="left"/>
      <w:pPr>
        <w:tabs>
          <w:tab w:val="num" w:pos="720"/>
        </w:tabs>
        <w:ind w:left="720" w:hanging="360"/>
      </w:pPr>
      <w:rPr>
        <w:rFonts w:cs="Times New Roman" w:hint="default"/>
      </w:rPr>
    </w:lvl>
    <w:lvl w:ilvl="1" w:tplc="52B0B34E" w:tentative="1">
      <w:start w:val="1"/>
      <w:numFmt w:val="lowerLetter"/>
      <w:lvlText w:val="%2."/>
      <w:lvlJc w:val="left"/>
      <w:pPr>
        <w:tabs>
          <w:tab w:val="num" w:pos="1440"/>
        </w:tabs>
        <w:ind w:left="1440" w:hanging="360"/>
      </w:pPr>
      <w:rPr>
        <w:rFonts w:cs="Times New Roman"/>
      </w:rPr>
    </w:lvl>
    <w:lvl w:ilvl="2" w:tplc="63505E2E" w:tentative="1">
      <w:start w:val="1"/>
      <w:numFmt w:val="lowerRoman"/>
      <w:lvlText w:val="%3."/>
      <w:lvlJc w:val="right"/>
      <w:pPr>
        <w:tabs>
          <w:tab w:val="num" w:pos="2160"/>
        </w:tabs>
        <w:ind w:left="2160" w:hanging="180"/>
      </w:pPr>
      <w:rPr>
        <w:rFonts w:cs="Times New Roman"/>
      </w:rPr>
    </w:lvl>
    <w:lvl w:ilvl="3" w:tplc="9724CC04" w:tentative="1">
      <w:start w:val="1"/>
      <w:numFmt w:val="decimal"/>
      <w:lvlText w:val="%4."/>
      <w:lvlJc w:val="left"/>
      <w:pPr>
        <w:tabs>
          <w:tab w:val="num" w:pos="2880"/>
        </w:tabs>
        <w:ind w:left="2880" w:hanging="360"/>
      </w:pPr>
      <w:rPr>
        <w:rFonts w:cs="Times New Roman"/>
      </w:rPr>
    </w:lvl>
    <w:lvl w:ilvl="4" w:tplc="6CB60A72" w:tentative="1">
      <w:start w:val="1"/>
      <w:numFmt w:val="lowerLetter"/>
      <w:lvlText w:val="%5."/>
      <w:lvlJc w:val="left"/>
      <w:pPr>
        <w:tabs>
          <w:tab w:val="num" w:pos="3600"/>
        </w:tabs>
        <w:ind w:left="3600" w:hanging="360"/>
      </w:pPr>
      <w:rPr>
        <w:rFonts w:cs="Times New Roman"/>
      </w:rPr>
    </w:lvl>
    <w:lvl w:ilvl="5" w:tplc="1C3233A8" w:tentative="1">
      <w:start w:val="1"/>
      <w:numFmt w:val="lowerRoman"/>
      <w:lvlText w:val="%6."/>
      <w:lvlJc w:val="right"/>
      <w:pPr>
        <w:tabs>
          <w:tab w:val="num" w:pos="4320"/>
        </w:tabs>
        <w:ind w:left="4320" w:hanging="180"/>
      </w:pPr>
      <w:rPr>
        <w:rFonts w:cs="Times New Roman"/>
      </w:rPr>
    </w:lvl>
    <w:lvl w:ilvl="6" w:tplc="1D244FA0" w:tentative="1">
      <w:start w:val="1"/>
      <w:numFmt w:val="decimal"/>
      <w:lvlText w:val="%7."/>
      <w:lvlJc w:val="left"/>
      <w:pPr>
        <w:tabs>
          <w:tab w:val="num" w:pos="5040"/>
        </w:tabs>
        <w:ind w:left="5040" w:hanging="360"/>
      </w:pPr>
      <w:rPr>
        <w:rFonts w:cs="Times New Roman"/>
      </w:rPr>
    </w:lvl>
    <w:lvl w:ilvl="7" w:tplc="388A6718" w:tentative="1">
      <w:start w:val="1"/>
      <w:numFmt w:val="lowerLetter"/>
      <w:lvlText w:val="%8."/>
      <w:lvlJc w:val="left"/>
      <w:pPr>
        <w:tabs>
          <w:tab w:val="num" w:pos="5760"/>
        </w:tabs>
        <w:ind w:left="5760" w:hanging="360"/>
      </w:pPr>
      <w:rPr>
        <w:rFonts w:cs="Times New Roman"/>
      </w:rPr>
    </w:lvl>
    <w:lvl w:ilvl="8" w:tplc="88D25B76" w:tentative="1">
      <w:start w:val="1"/>
      <w:numFmt w:val="lowerRoman"/>
      <w:lvlText w:val="%9."/>
      <w:lvlJc w:val="right"/>
      <w:pPr>
        <w:tabs>
          <w:tab w:val="num" w:pos="6480"/>
        </w:tabs>
        <w:ind w:left="6480" w:hanging="180"/>
      </w:pPr>
      <w:rPr>
        <w:rFonts w:cs="Times New Roman"/>
      </w:rPr>
    </w:lvl>
  </w:abstractNum>
  <w:abstractNum w:abstractNumId="10">
    <w:nsid w:val="1CB92EF5"/>
    <w:multiLevelType w:val="singleLevel"/>
    <w:tmpl w:val="4F889A10"/>
    <w:lvl w:ilvl="0">
      <w:start w:val="3"/>
      <w:numFmt w:val="decimal"/>
      <w:lvlText w:val="%1"/>
      <w:lvlJc w:val="left"/>
      <w:pPr>
        <w:tabs>
          <w:tab w:val="num" w:pos="360"/>
        </w:tabs>
        <w:ind w:left="360" w:hanging="360"/>
      </w:pPr>
      <w:rPr>
        <w:rFonts w:cs="Times New Roman" w:hint="default"/>
      </w:rPr>
    </w:lvl>
  </w:abstractNum>
  <w:abstractNum w:abstractNumId="11">
    <w:nsid w:val="23F9486E"/>
    <w:multiLevelType w:val="hybridMultilevel"/>
    <w:tmpl w:val="4CBE8CBA"/>
    <w:lvl w:ilvl="0" w:tplc="AEB4B402">
      <w:start w:val="1"/>
      <w:numFmt w:val="decimal"/>
      <w:lvlText w:val="%1."/>
      <w:lvlJc w:val="left"/>
      <w:pPr>
        <w:tabs>
          <w:tab w:val="num" w:pos="785"/>
        </w:tabs>
        <w:ind w:left="785" w:hanging="360"/>
      </w:pPr>
      <w:rPr>
        <w:rFonts w:cs="Times New Roman" w:hint="default"/>
      </w:rPr>
    </w:lvl>
    <w:lvl w:ilvl="1" w:tplc="34D89D62" w:tentative="1">
      <w:start w:val="1"/>
      <w:numFmt w:val="lowerLetter"/>
      <w:lvlText w:val="%2."/>
      <w:lvlJc w:val="left"/>
      <w:pPr>
        <w:tabs>
          <w:tab w:val="num" w:pos="1505"/>
        </w:tabs>
        <w:ind w:left="1505" w:hanging="360"/>
      </w:pPr>
      <w:rPr>
        <w:rFonts w:cs="Times New Roman"/>
      </w:rPr>
    </w:lvl>
    <w:lvl w:ilvl="2" w:tplc="3B1287F8" w:tentative="1">
      <w:start w:val="1"/>
      <w:numFmt w:val="lowerRoman"/>
      <w:lvlText w:val="%3."/>
      <w:lvlJc w:val="right"/>
      <w:pPr>
        <w:tabs>
          <w:tab w:val="num" w:pos="2225"/>
        </w:tabs>
        <w:ind w:left="2225" w:hanging="180"/>
      </w:pPr>
      <w:rPr>
        <w:rFonts w:cs="Times New Roman"/>
      </w:rPr>
    </w:lvl>
    <w:lvl w:ilvl="3" w:tplc="9EB4D48E" w:tentative="1">
      <w:start w:val="1"/>
      <w:numFmt w:val="decimal"/>
      <w:lvlText w:val="%4."/>
      <w:lvlJc w:val="left"/>
      <w:pPr>
        <w:tabs>
          <w:tab w:val="num" w:pos="2945"/>
        </w:tabs>
        <w:ind w:left="2945" w:hanging="360"/>
      </w:pPr>
      <w:rPr>
        <w:rFonts w:cs="Times New Roman"/>
      </w:rPr>
    </w:lvl>
    <w:lvl w:ilvl="4" w:tplc="DE48133E" w:tentative="1">
      <w:start w:val="1"/>
      <w:numFmt w:val="lowerLetter"/>
      <w:lvlText w:val="%5."/>
      <w:lvlJc w:val="left"/>
      <w:pPr>
        <w:tabs>
          <w:tab w:val="num" w:pos="3665"/>
        </w:tabs>
        <w:ind w:left="3665" w:hanging="360"/>
      </w:pPr>
      <w:rPr>
        <w:rFonts w:cs="Times New Roman"/>
      </w:rPr>
    </w:lvl>
    <w:lvl w:ilvl="5" w:tplc="ADCAB646" w:tentative="1">
      <w:start w:val="1"/>
      <w:numFmt w:val="lowerRoman"/>
      <w:lvlText w:val="%6."/>
      <w:lvlJc w:val="right"/>
      <w:pPr>
        <w:tabs>
          <w:tab w:val="num" w:pos="4385"/>
        </w:tabs>
        <w:ind w:left="4385" w:hanging="180"/>
      </w:pPr>
      <w:rPr>
        <w:rFonts w:cs="Times New Roman"/>
      </w:rPr>
    </w:lvl>
    <w:lvl w:ilvl="6" w:tplc="315ABD14" w:tentative="1">
      <w:start w:val="1"/>
      <w:numFmt w:val="decimal"/>
      <w:lvlText w:val="%7."/>
      <w:lvlJc w:val="left"/>
      <w:pPr>
        <w:tabs>
          <w:tab w:val="num" w:pos="5105"/>
        </w:tabs>
        <w:ind w:left="5105" w:hanging="360"/>
      </w:pPr>
      <w:rPr>
        <w:rFonts w:cs="Times New Roman"/>
      </w:rPr>
    </w:lvl>
    <w:lvl w:ilvl="7" w:tplc="5D141F5E" w:tentative="1">
      <w:start w:val="1"/>
      <w:numFmt w:val="lowerLetter"/>
      <w:lvlText w:val="%8."/>
      <w:lvlJc w:val="left"/>
      <w:pPr>
        <w:tabs>
          <w:tab w:val="num" w:pos="5825"/>
        </w:tabs>
        <w:ind w:left="5825" w:hanging="360"/>
      </w:pPr>
      <w:rPr>
        <w:rFonts w:cs="Times New Roman"/>
      </w:rPr>
    </w:lvl>
    <w:lvl w:ilvl="8" w:tplc="B1F47B88" w:tentative="1">
      <w:start w:val="1"/>
      <w:numFmt w:val="lowerRoman"/>
      <w:lvlText w:val="%9."/>
      <w:lvlJc w:val="right"/>
      <w:pPr>
        <w:tabs>
          <w:tab w:val="num" w:pos="6545"/>
        </w:tabs>
        <w:ind w:left="6545" w:hanging="180"/>
      </w:pPr>
      <w:rPr>
        <w:rFonts w:cs="Times New Roman"/>
      </w:rPr>
    </w:lvl>
  </w:abstractNum>
  <w:abstractNum w:abstractNumId="12">
    <w:nsid w:val="2785567C"/>
    <w:multiLevelType w:val="singleLevel"/>
    <w:tmpl w:val="0E3EB9CA"/>
    <w:lvl w:ilvl="0">
      <w:numFmt w:val="bullet"/>
      <w:lvlText w:val="-"/>
      <w:lvlJc w:val="left"/>
      <w:pPr>
        <w:tabs>
          <w:tab w:val="num" w:pos="1500"/>
        </w:tabs>
        <w:ind w:left="1500" w:hanging="360"/>
      </w:pPr>
      <w:rPr>
        <w:rFonts w:hint="default"/>
      </w:rPr>
    </w:lvl>
  </w:abstractNum>
  <w:abstractNum w:abstractNumId="13">
    <w:nsid w:val="28D364FE"/>
    <w:multiLevelType w:val="multilevel"/>
    <w:tmpl w:val="61FC83EA"/>
    <w:lvl w:ilvl="0">
      <w:start w:val="6"/>
      <w:numFmt w:val="decimal"/>
      <w:lvlText w:val="%1."/>
      <w:lvlJc w:val="left"/>
      <w:pPr>
        <w:tabs>
          <w:tab w:val="num" w:pos="1628"/>
        </w:tabs>
        <w:ind w:left="1268" w:hanging="360"/>
      </w:pPr>
      <w:rPr>
        <w:rFonts w:cs="Times New Roman" w:hint="default"/>
      </w:rPr>
    </w:lvl>
    <w:lvl w:ilvl="1">
      <w:start w:val="6"/>
      <w:numFmt w:val="decimal"/>
      <w:lvlText w:val="%2.2"/>
      <w:lvlJc w:val="left"/>
      <w:pPr>
        <w:tabs>
          <w:tab w:val="num" w:pos="567"/>
        </w:tabs>
      </w:pPr>
      <w:rPr>
        <w:rFonts w:ascii="Times New Roman" w:hAnsi="Times New Roman" w:cs="Times New Roman" w:hint="default"/>
        <w:b/>
        <w:i w:val="0"/>
        <w:sz w:val="22"/>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14">
    <w:nsid w:val="2B686A56"/>
    <w:multiLevelType w:val="multilevel"/>
    <w:tmpl w:val="FDA64EE4"/>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nsid w:val="2F576B8D"/>
    <w:multiLevelType w:val="hybridMultilevel"/>
    <w:tmpl w:val="419A3BA2"/>
    <w:lvl w:ilvl="0" w:tplc="DF2409FC">
      <w:start w:val="1"/>
      <w:numFmt w:val="decimal"/>
      <w:lvlText w:val="%1."/>
      <w:lvlJc w:val="left"/>
      <w:pPr>
        <w:tabs>
          <w:tab w:val="num" w:pos="720"/>
        </w:tabs>
        <w:ind w:left="720" w:hanging="360"/>
      </w:pPr>
      <w:rPr>
        <w:rFonts w:cs="Times New Roman" w:hint="default"/>
      </w:rPr>
    </w:lvl>
    <w:lvl w:ilvl="1" w:tplc="7408DBE0" w:tentative="1">
      <w:start w:val="1"/>
      <w:numFmt w:val="lowerLetter"/>
      <w:lvlText w:val="%2."/>
      <w:lvlJc w:val="left"/>
      <w:pPr>
        <w:tabs>
          <w:tab w:val="num" w:pos="1440"/>
        </w:tabs>
        <w:ind w:left="1440" w:hanging="360"/>
      </w:pPr>
      <w:rPr>
        <w:rFonts w:cs="Times New Roman"/>
      </w:rPr>
    </w:lvl>
    <w:lvl w:ilvl="2" w:tplc="D23000B8" w:tentative="1">
      <w:start w:val="1"/>
      <w:numFmt w:val="lowerRoman"/>
      <w:lvlText w:val="%3."/>
      <w:lvlJc w:val="right"/>
      <w:pPr>
        <w:tabs>
          <w:tab w:val="num" w:pos="2160"/>
        </w:tabs>
        <w:ind w:left="2160" w:hanging="180"/>
      </w:pPr>
      <w:rPr>
        <w:rFonts w:cs="Times New Roman"/>
      </w:rPr>
    </w:lvl>
    <w:lvl w:ilvl="3" w:tplc="1186B2AA" w:tentative="1">
      <w:start w:val="1"/>
      <w:numFmt w:val="decimal"/>
      <w:lvlText w:val="%4."/>
      <w:lvlJc w:val="left"/>
      <w:pPr>
        <w:tabs>
          <w:tab w:val="num" w:pos="2880"/>
        </w:tabs>
        <w:ind w:left="2880" w:hanging="360"/>
      </w:pPr>
      <w:rPr>
        <w:rFonts w:cs="Times New Roman"/>
      </w:rPr>
    </w:lvl>
    <w:lvl w:ilvl="4" w:tplc="B35C6C78" w:tentative="1">
      <w:start w:val="1"/>
      <w:numFmt w:val="lowerLetter"/>
      <w:lvlText w:val="%5."/>
      <w:lvlJc w:val="left"/>
      <w:pPr>
        <w:tabs>
          <w:tab w:val="num" w:pos="3600"/>
        </w:tabs>
        <w:ind w:left="3600" w:hanging="360"/>
      </w:pPr>
      <w:rPr>
        <w:rFonts w:cs="Times New Roman"/>
      </w:rPr>
    </w:lvl>
    <w:lvl w:ilvl="5" w:tplc="C0C00728" w:tentative="1">
      <w:start w:val="1"/>
      <w:numFmt w:val="lowerRoman"/>
      <w:lvlText w:val="%6."/>
      <w:lvlJc w:val="right"/>
      <w:pPr>
        <w:tabs>
          <w:tab w:val="num" w:pos="4320"/>
        </w:tabs>
        <w:ind w:left="4320" w:hanging="180"/>
      </w:pPr>
      <w:rPr>
        <w:rFonts w:cs="Times New Roman"/>
      </w:rPr>
    </w:lvl>
    <w:lvl w:ilvl="6" w:tplc="D1DC5B00" w:tentative="1">
      <w:start w:val="1"/>
      <w:numFmt w:val="decimal"/>
      <w:lvlText w:val="%7."/>
      <w:lvlJc w:val="left"/>
      <w:pPr>
        <w:tabs>
          <w:tab w:val="num" w:pos="5040"/>
        </w:tabs>
        <w:ind w:left="5040" w:hanging="360"/>
      </w:pPr>
      <w:rPr>
        <w:rFonts w:cs="Times New Roman"/>
      </w:rPr>
    </w:lvl>
    <w:lvl w:ilvl="7" w:tplc="6F6AA404" w:tentative="1">
      <w:start w:val="1"/>
      <w:numFmt w:val="lowerLetter"/>
      <w:lvlText w:val="%8."/>
      <w:lvlJc w:val="left"/>
      <w:pPr>
        <w:tabs>
          <w:tab w:val="num" w:pos="5760"/>
        </w:tabs>
        <w:ind w:left="5760" w:hanging="360"/>
      </w:pPr>
      <w:rPr>
        <w:rFonts w:cs="Times New Roman"/>
      </w:rPr>
    </w:lvl>
    <w:lvl w:ilvl="8" w:tplc="C1C889AA" w:tentative="1">
      <w:start w:val="1"/>
      <w:numFmt w:val="lowerRoman"/>
      <w:lvlText w:val="%9."/>
      <w:lvlJc w:val="right"/>
      <w:pPr>
        <w:tabs>
          <w:tab w:val="num" w:pos="6480"/>
        </w:tabs>
        <w:ind w:left="6480" w:hanging="180"/>
      </w:pPr>
      <w:rPr>
        <w:rFonts w:cs="Times New Roman"/>
      </w:rPr>
    </w:lvl>
  </w:abstractNum>
  <w:abstractNum w:abstractNumId="16">
    <w:nsid w:val="334815DA"/>
    <w:multiLevelType w:val="multilevel"/>
    <w:tmpl w:val="2E142936"/>
    <w:lvl w:ilvl="0">
      <w:start w:val="1"/>
      <w:numFmt w:val="decimal"/>
      <w:lvlText w:val="%1."/>
      <w:lvlJc w:val="left"/>
      <w:pPr>
        <w:tabs>
          <w:tab w:val="num" w:pos="1628"/>
        </w:tabs>
        <w:ind w:left="1268" w:hanging="360"/>
      </w:pPr>
      <w:rPr>
        <w:rFonts w:cs="Times New Roman" w:hint="default"/>
      </w:rPr>
    </w:lvl>
    <w:lvl w:ilvl="1">
      <w:start w:val="6"/>
      <w:numFmt w:val="decimal"/>
      <w:suff w:val="nothing"/>
      <w:lvlText w:val="%2.%1"/>
      <w:lvlJc w:val="left"/>
      <w:pPr>
        <w:ind w:firstLine="113"/>
      </w:pPr>
      <w:rPr>
        <w:rFonts w:cs="Times New Roman" w:hint="default"/>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17">
    <w:nsid w:val="35A3716B"/>
    <w:multiLevelType w:val="multilevel"/>
    <w:tmpl w:val="17D0E448"/>
    <w:lvl w:ilvl="0">
      <w:start w:val="1"/>
      <w:numFmt w:val="decimal"/>
      <w:lvlText w:val="%1."/>
      <w:lvlJc w:val="left"/>
      <w:pPr>
        <w:tabs>
          <w:tab w:val="num" w:pos="1628"/>
        </w:tabs>
        <w:ind w:left="1268" w:hanging="360"/>
      </w:pPr>
      <w:rPr>
        <w:rFonts w:cs="Times New Roman" w:hint="default"/>
      </w:rPr>
    </w:lvl>
    <w:lvl w:ilvl="1">
      <w:start w:val="6"/>
      <w:numFmt w:val="decimal"/>
      <w:lvlText w:val="%2.%1"/>
      <w:lvlJc w:val="left"/>
      <w:pPr>
        <w:tabs>
          <w:tab w:val="num" w:pos="567"/>
        </w:tabs>
      </w:pPr>
      <w:rPr>
        <w:rFonts w:ascii="Times New Roman" w:hAnsi="Times New Roman" w:cs="Times New Roman" w:hint="default"/>
        <w:b/>
        <w:i w:val="0"/>
        <w:sz w:val="22"/>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18">
    <w:nsid w:val="367A1297"/>
    <w:multiLevelType w:val="multilevel"/>
    <w:tmpl w:val="1D3E2F4C"/>
    <w:lvl w:ilvl="0">
      <w:start w:val="1"/>
      <w:numFmt w:val="decimal"/>
      <w:lvlText w:val="%1."/>
      <w:lvlJc w:val="left"/>
      <w:pPr>
        <w:tabs>
          <w:tab w:val="num" w:pos="1628"/>
        </w:tabs>
        <w:ind w:left="1268" w:hanging="360"/>
      </w:pPr>
      <w:rPr>
        <w:rFonts w:cs="Times New Roman" w:hint="default"/>
      </w:rPr>
    </w:lvl>
    <w:lvl w:ilvl="1">
      <w:start w:val="6"/>
      <w:numFmt w:val="decimal"/>
      <w:suff w:val="nothing"/>
      <w:lvlText w:val="%2.%1"/>
      <w:lvlJc w:val="left"/>
      <w:rPr>
        <w:rFonts w:cs="Times New Roman" w:hint="default"/>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19">
    <w:nsid w:val="389D1FE1"/>
    <w:multiLevelType w:val="multilevel"/>
    <w:tmpl w:val="7F52E40A"/>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nsid w:val="44DE3837"/>
    <w:multiLevelType w:val="multilevel"/>
    <w:tmpl w:val="17D0E448"/>
    <w:lvl w:ilvl="0">
      <w:start w:val="1"/>
      <w:numFmt w:val="decimal"/>
      <w:lvlText w:val="%1."/>
      <w:lvlJc w:val="left"/>
      <w:pPr>
        <w:tabs>
          <w:tab w:val="num" w:pos="1628"/>
        </w:tabs>
        <w:ind w:left="1268" w:hanging="360"/>
      </w:pPr>
      <w:rPr>
        <w:rFonts w:cs="Times New Roman" w:hint="default"/>
      </w:rPr>
    </w:lvl>
    <w:lvl w:ilvl="1">
      <w:start w:val="6"/>
      <w:numFmt w:val="decimal"/>
      <w:lvlText w:val="%2.%1"/>
      <w:lvlJc w:val="left"/>
      <w:pPr>
        <w:tabs>
          <w:tab w:val="num" w:pos="567"/>
        </w:tabs>
      </w:pPr>
      <w:rPr>
        <w:rFonts w:ascii="Times New Roman" w:hAnsi="Times New Roman" w:cs="Times New Roman" w:hint="default"/>
        <w:b/>
        <w:i w:val="0"/>
        <w:sz w:val="22"/>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21">
    <w:nsid w:val="4B3C06DF"/>
    <w:multiLevelType w:val="hybridMultilevel"/>
    <w:tmpl w:val="FB220F40"/>
    <w:lvl w:ilvl="0" w:tplc="3AC27548">
      <w:start w:val="2"/>
      <w:numFmt w:val="decimal"/>
      <w:lvlText w:val="%1"/>
      <w:lvlJc w:val="left"/>
      <w:pPr>
        <w:tabs>
          <w:tab w:val="num" w:pos="720"/>
        </w:tabs>
        <w:ind w:left="720" w:hanging="360"/>
      </w:pPr>
      <w:rPr>
        <w:rFonts w:cs="Times New Roman" w:hint="default"/>
      </w:rPr>
    </w:lvl>
    <w:lvl w:ilvl="1" w:tplc="C2D4C1B2" w:tentative="1">
      <w:start w:val="1"/>
      <w:numFmt w:val="lowerLetter"/>
      <w:lvlText w:val="%2."/>
      <w:lvlJc w:val="left"/>
      <w:pPr>
        <w:tabs>
          <w:tab w:val="num" w:pos="1440"/>
        </w:tabs>
        <w:ind w:left="1440" w:hanging="360"/>
      </w:pPr>
      <w:rPr>
        <w:rFonts w:cs="Times New Roman"/>
      </w:rPr>
    </w:lvl>
    <w:lvl w:ilvl="2" w:tplc="6366D926" w:tentative="1">
      <w:start w:val="1"/>
      <w:numFmt w:val="lowerRoman"/>
      <w:lvlText w:val="%3."/>
      <w:lvlJc w:val="right"/>
      <w:pPr>
        <w:tabs>
          <w:tab w:val="num" w:pos="2160"/>
        </w:tabs>
        <w:ind w:left="2160" w:hanging="180"/>
      </w:pPr>
      <w:rPr>
        <w:rFonts w:cs="Times New Roman"/>
      </w:rPr>
    </w:lvl>
    <w:lvl w:ilvl="3" w:tplc="0AFA8066" w:tentative="1">
      <w:start w:val="1"/>
      <w:numFmt w:val="decimal"/>
      <w:lvlText w:val="%4."/>
      <w:lvlJc w:val="left"/>
      <w:pPr>
        <w:tabs>
          <w:tab w:val="num" w:pos="2880"/>
        </w:tabs>
        <w:ind w:left="2880" w:hanging="360"/>
      </w:pPr>
      <w:rPr>
        <w:rFonts w:cs="Times New Roman"/>
      </w:rPr>
    </w:lvl>
    <w:lvl w:ilvl="4" w:tplc="2F68F5D2" w:tentative="1">
      <w:start w:val="1"/>
      <w:numFmt w:val="lowerLetter"/>
      <w:lvlText w:val="%5."/>
      <w:lvlJc w:val="left"/>
      <w:pPr>
        <w:tabs>
          <w:tab w:val="num" w:pos="3600"/>
        </w:tabs>
        <w:ind w:left="3600" w:hanging="360"/>
      </w:pPr>
      <w:rPr>
        <w:rFonts w:cs="Times New Roman"/>
      </w:rPr>
    </w:lvl>
    <w:lvl w:ilvl="5" w:tplc="208627D0" w:tentative="1">
      <w:start w:val="1"/>
      <w:numFmt w:val="lowerRoman"/>
      <w:lvlText w:val="%6."/>
      <w:lvlJc w:val="right"/>
      <w:pPr>
        <w:tabs>
          <w:tab w:val="num" w:pos="4320"/>
        </w:tabs>
        <w:ind w:left="4320" w:hanging="180"/>
      </w:pPr>
      <w:rPr>
        <w:rFonts w:cs="Times New Roman"/>
      </w:rPr>
    </w:lvl>
    <w:lvl w:ilvl="6" w:tplc="D7963AFC" w:tentative="1">
      <w:start w:val="1"/>
      <w:numFmt w:val="decimal"/>
      <w:lvlText w:val="%7."/>
      <w:lvlJc w:val="left"/>
      <w:pPr>
        <w:tabs>
          <w:tab w:val="num" w:pos="5040"/>
        </w:tabs>
        <w:ind w:left="5040" w:hanging="360"/>
      </w:pPr>
      <w:rPr>
        <w:rFonts w:cs="Times New Roman"/>
      </w:rPr>
    </w:lvl>
    <w:lvl w:ilvl="7" w:tplc="2D2C434C" w:tentative="1">
      <w:start w:val="1"/>
      <w:numFmt w:val="lowerLetter"/>
      <w:lvlText w:val="%8."/>
      <w:lvlJc w:val="left"/>
      <w:pPr>
        <w:tabs>
          <w:tab w:val="num" w:pos="5760"/>
        </w:tabs>
        <w:ind w:left="5760" w:hanging="360"/>
      </w:pPr>
      <w:rPr>
        <w:rFonts w:cs="Times New Roman"/>
      </w:rPr>
    </w:lvl>
    <w:lvl w:ilvl="8" w:tplc="3C10C5C8" w:tentative="1">
      <w:start w:val="1"/>
      <w:numFmt w:val="lowerRoman"/>
      <w:lvlText w:val="%9."/>
      <w:lvlJc w:val="right"/>
      <w:pPr>
        <w:tabs>
          <w:tab w:val="num" w:pos="6480"/>
        </w:tabs>
        <w:ind w:left="6480" w:hanging="180"/>
      </w:pPr>
      <w:rPr>
        <w:rFonts w:cs="Times New Roman"/>
      </w:rPr>
    </w:lvl>
  </w:abstractNum>
  <w:abstractNum w:abstractNumId="22">
    <w:nsid w:val="4E252D74"/>
    <w:multiLevelType w:val="multilevel"/>
    <w:tmpl w:val="61FC83EA"/>
    <w:lvl w:ilvl="0">
      <w:start w:val="6"/>
      <w:numFmt w:val="decimal"/>
      <w:lvlText w:val="%1."/>
      <w:lvlJc w:val="left"/>
      <w:pPr>
        <w:tabs>
          <w:tab w:val="num" w:pos="1628"/>
        </w:tabs>
        <w:ind w:left="1268" w:hanging="360"/>
      </w:pPr>
      <w:rPr>
        <w:rFonts w:cs="Times New Roman" w:hint="default"/>
      </w:rPr>
    </w:lvl>
    <w:lvl w:ilvl="1">
      <w:start w:val="6"/>
      <w:numFmt w:val="decimal"/>
      <w:lvlText w:val="%2.2"/>
      <w:lvlJc w:val="left"/>
      <w:pPr>
        <w:tabs>
          <w:tab w:val="num" w:pos="567"/>
        </w:tabs>
      </w:pPr>
      <w:rPr>
        <w:rFonts w:ascii="Times New Roman" w:hAnsi="Times New Roman" w:cs="Times New Roman" w:hint="default"/>
        <w:b/>
        <w:i w:val="0"/>
        <w:sz w:val="22"/>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23">
    <w:nsid w:val="4F955978"/>
    <w:multiLevelType w:val="singleLevel"/>
    <w:tmpl w:val="59D0EA9E"/>
    <w:lvl w:ilvl="0">
      <w:start w:val="1"/>
      <w:numFmt w:val="decimal"/>
      <w:lvlText w:val="[%1]"/>
      <w:lvlJc w:val="left"/>
      <w:pPr>
        <w:tabs>
          <w:tab w:val="num" w:pos="360"/>
        </w:tabs>
        <w:ind w:left="340" w:hanging="340"/>
      </w:pPr>
      <w:rPr>
        <w:rFonts w:ascii="Times New Roman" w:hAnsi="Times New Roman" w:cs="Times New Roman" w:hint="default"/>
        <w:b w:val="0"/>
        <w:i w:val="0"/>
        <w:sz w:val="21"/>
      </w:rPr>
    </w:lvl>
  </w:abstractNum>
  <w:abstractNum w:abstractNumId="24">
    <w:nsid w:val="59D921E2"/>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5">
    <w:nsid w:val="5A2A4D9A"/>
    <w:multiLevelType w:val="multilevel"/>
    <w:tmpl w:val="707E2248"/>
    <w:lvl w:ilvl="0">
      <w:start w:val="1"/>
      <w:numFmt w:val="decimal"/>
      <w:lvlText w:val="%1."/>
      <w:lvlJc w:val="left"/>
      <w:pPr>
        <w:tabs>
          <w:tab w:val="num" w:pos="1628"/>
        </w:tabs>
        <w:ind w:left="1268" w:hanging="360"/>
      </w:pPr>
      <w:rPr>
        <w:rFonts w:cs="Times New Roman" w:hint="default"/>
      </w:rPr>
    </w:lvl>
    <w:lvl w:ilvl="1">
      <w:start w:val="6"/>
      <w:numFmt w:val="none"/>
      <w:lvlText w:val="6.2"/>
      <w:lvlJc w:val="left"/>
      <w:pPr>
        <w:tabs>
          <w:tab w:val="num" w:pos="567"/>
        </w:tabs>
      </w:pPr>
      <w:rPr>
        <w:rFonts w:ascii="Times New Roman" w:hAnsi="Times New Roman" w:cs="Times New Roman" w:hint="default"/>
        <w:b/>
        <w:i w:val="0"/>
        <w:sz w:val="22"/>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26">
    <w:nsid w:val="5B092F7B"/>
    <w:multiLevelType w:val="hybridMultilevel"/>
    <w:tmpl w:val="0EE6DF28"/>
    <w:lvl w:ilvl="0" w:tplc="C7C8F1D8">
      <w:start w:val="2"/>
      <w:numFmt w:val="decimal"/>
      <w:lvlText w:val="%1"/>
      <w:lvlJc w:val="left"/>
      <w:pPr>
        <w:tabs>
          <w:tab w:val="num" w:pos="720"/>
        </w:tabs>
        <w:ind w:left="720" w:hanging="360"/>
      </w:pPr>
      <w:rPr>
        <w:rFonts w:cs="Times New Roman" w:hint="default"/>
      </w:rPr>
    </w:lvl>
    <w:lvl w:ilvl="1" w:tplc="8640EA80" w:tentative="1">
      <w:start w:val="1"/>
      <w:numFmt w:val="lowerLetter"/>
      <w:lvlText w:val="%2."/>
      <w:lvlJc w:val="left"/>
      <w:pPr>
        <w:tabs>
          <w:tab w:val="num" w:pos="1440"/>
        </w:tabs>
        <w:ind w:left="1440" w:hanging="360"/>
      </w:pPr>
      <w:rPr>
        <w:rFonts w:cs="Times New Roman"/>
      </w:rPr>
    </w:lvl>
    <w:lvl w:ilvl="2" w:tplc="E9DE66AE" w:tentative="1">
      <w:start w:val="1"/>
      <w:numFmt w:val="lowerRoman"/>
      <w:lvlText w:val="%3."/>
      <w:lvlJc w:val="right"/>
      <w:pPr>
        <w:tabs>
          <w:tab w:val="num" w:pos="2160"/>
        </w:tabs>
        <w:ind w:left="2160" w:hanging="180"/>
      </w:pPr>
      <w:rPr>
        <w:rFonts w:cs="Times New Roman"/>
      </w:rPr>
    </w:lvl>
    <w:lvl w:ilvl="3" w:tplc="7B54C7AC" w:tentative="1">
      <w:start w:val="1"/>
      <w:numFmt w:val="decimal"/>
      <w:lvlText w:val="%4."/>
      <w:lvlJc w:val="left"/>
      <w:pPr>
        <w:tabs>
          <w:tab w:val="num" w:pos="2880"/>
        </w:tabs>
        <w:ind w:left="2880" w:hanging="360"/>
      </w:pPr>
      <w:rPr>
        <w:rFonts w:cs="Times New Roman"/>
      </w:rPr>
    </w:lvl>
    <w:lvl w:ilvl="4" w:tplc="992CA360" w:tentative="1">
      <w:start w:val="1"/>
      <w:numFmt w:val="lowerLetter"/>
      <w:lvlText w:val="%5."/>
      <w:lvlJc w:val="left"/>
      <w:pPr>
        <w:tabs>
          <w:tab w:val="num" w:pos="3600"/>
        </w:tabs>
        <w:ind w:left="3600" w:hanging="360"/>
      </w:pPr>
      <w:rPr>
        <w:rFonts w:cs="Times New Roman"/>
      </w:rPr>
    </w:lvl>
    <w:lvl w:ilvl="5" w:tplc="375AD014" w:tentative="1">
      <w:start w:val="1"/>
      <w:numFmt w:val="lowerRoman"/>
      <w:lvlText w:val="%6."/>
      <w:lvlJc w:val="right"/>
      <w:pPr>
        <w:tabs>
          <w:tab w:val="num" w:pos="4320"/>
        </w:tabs>
        <w:ind w:left="4320" w:hanging="180"/>
      </w:pPr>
      <w:rPr>
        <w:rFonts w:cs="Times New Roman"/>
      </w:rPr>
    </w:lvl>
    <w:lvl w:ilvl="6" w:tplc="0FE88B92" w:tentative="1">
      <w:start w:val="1"/>
      <w:numFmt w:val="decimal"/>
      <w:lvlText w:val="%7."/>
      <w:lvlJc w:val="left"/>
      <w:pPr>
        <w:tabs>
          <w:tab w:val="num" w:pos="5040"/>
        </w:tabs>
        <w:ind w:left="5040" w:hanging="360"/>
      </w:pPr>
      <w:rPr>
        <w:rFonts w:cs="Times New Roman"/>
      </w:rPr>
    </w:lvl>
    <w:lvl w:ilvl="7" w:tplc="065431B6" w:tentative="1">
      <w:start w:val="1"/>
      <w:numFmt w:val="lowerLetter"/>
      <w:lvlText w:val="%8."/>
      <w:lvlJc w:val="left"/>
      <w:pPr>
        <w:tabs>
          <w:tab w:val="num" w:pos="5760"/>
        </w:tabs>
        <w:ind w:left="5760" w:hanging="360"/>
      </w:pPr>
      <w:rPr>
        <w:rFonts w:cs="Times New Roman"/>
      </w:rPr>
    </w:lvl>
    <w:lvl w:ilvl="8" w:tplc="9C20DFE2" w:tentative="1">
      <w:start w:val="1"/>
      <w:numFmt w:val="lowerRoman"/>
      <w:lvlText w:val="%9."/>
      <w:lvlJc w:val="right"/>
      <w:pPr>
        <w:tabs>
          <w:tab w:val="num" w:pos="6480"/>
        </w:tabs>
        <w:ind w:left="6480" w:hanging="180"/>
      </w:pPr>
      <w:rPr>
        <w:rFonts w:cs="Times New Roman"/>
      </w:rPr>
    </w:lvl>
  </w:abstractNum>
  <w:abstractNum w:abstractNumId="27">
    <w:nsid w:val="5CC542FA"/>
    <w:multiLevelType w:val="multilevel"/>
    <w:tmpl w:val="C11ABB9C"/>
    <w:lvl w:ilvl="0">
      <w:start w:val="1"/>
      <w:numFmt w:val="none"/>
      <w:lvlText w:val="6.1"/>
      <w:lvlJc w:val="left"/>
      <w:pPr>
        <w:tabs>
          <w:tab w:val="num" w:pos="1628"/>
        </w:tabs>
        <w:ind w:left="1268" w:hanging="360"/>
      </w:pPr>
      <w:rPr>
        <w:rFonts w:cs="Times New Roman" w:hint="default"/>
      </w:rPr>
    </w:lvl>
    <w:lvl w:ilvl="1">
      <w:start w:val="6"/>
      <w:numFmt w:val="decimal"/>
      <w:lvlText w:val="6.%1"/>
      <w:lvlJc w:val="left"/>
      <w:pPr>
        <w:tabs>
          <w:tab w:val="num" w:pos="567"/>
        </w:tabs>
      </w:pPr>
      <w:rPr>
        <w:rFonts w:ascii="Times New Roman" w:hAnsi="Times New Roman" w:cs="Times New Roman" w:hint="default"/>
        <w:b/>
        <w:i w:val="0"/>
        <w:sz w:val="22"/>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28">
    <w:nsid w:val="66493BA3"/>
    <w:multiLevelType w:val="hybridMultilevel"/>
    <w:tmpl w:val="87F4FAC4"/>
    <w:lvl w:ilvl="0" w:tplc="138C21F2">
      <w:start w:val="8"/>
      <w:numFmt w:val="decimal"/>
      <w:lvlText w:val="%1."/>
      <w:lvlJc w:val="left"/>
      <w:pPr>
        <w:tabs>
          <w:tab w:val="num" w:pos="780"/>
        </w:tabs>
        <w:ind w:left="780" w:hanging="42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9">
    <w:nsid w:val="67045E11"/>
    <w:multiLevelType w:val="multilevel"/>
    <w:tmpl w:val="849E4278"/>
    <w:lvl w:ilvl="0">
      <w:start w:val="1"/>
      <w:numFmt w:val="decimal"/>
      <w:lvlText w:val="%1."/>
      <w:lvlJc w:val="left"/>
      <w:pPr>
        <w:tabs>
          <w:tab w:val="num" w:pos="1628"/>
        </w:tabs>
        <w:ind w:left="1268" w:hanging="360"/>
      </w:pPr>
      <w:rPr>
        <w:rFonts w:cs="Times New Roman" w:hint="default"/>
      </w:rPr>
    </w:lvl>
    <w:lvl w:ilvl="1">
      <w:start w:val="6"/>
      <w:numFmt w:val="decimal"/>
      <w:lvlText w:val="%2.%1"/>
      <w:lvlJc w:val="left"/>
      <w:pPr>
        <w:tabs>
          <w:tab w:val="num" w:pos="284"/>
        </w:tabs>
      </w:pPr>
      <w:rPr>
        <w:rFonts w:cs="Times New Roman" w:hint="default"/>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30">
    <w:nsid w:val="6FFC77FB"/>
    <w:multiLevelType w:val="multilevel"/>
    <w:tmpl w:val="FCA866B4"/>
    <w:lvl w:ilvl="0">
      <w:start w:val="1"/>
      <w:numFmt w:val="decimal"/>
      <w:lvlText w:val="%1."/>
      <w:lvlJc w:val="left"/>
      <w:pPr>
        <w:tabs>
          <w:tab w:val="num" w:pos="0"/>
        </w:tabs>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1">
    <w:nsid w:val="76213357"/>
    <w:multiLevelType w:val="multilevel"/>
    <w:tmpl w:val="55B80DC0"/>
    <w:lvl w:ilvl="0">
      <w:start w:val="1"/>
      <w:numFmt w:val="none"/>
      <w:lvlText w:val="6.1"/>
      <w:lvlJc w:val="left"/>
      <w:pPr>
        <w:tabs>
          <w:tab w:val="num" w:pos="567"/>
        </w:tabs>
      </w:pPr>
      <w:rPr>
        <w:rFonts w:cs="Times New Roman" w:hint="default"/>
      </w:rPr>
    </w:lvl>
    <w:lvl w:ilvl="1">
      <w:start w:val="6"/>
      <w:numFmt w:val="decimal"/>
      <w:lvlText w:val="6.%1"/>
      <w:lvlJc w:val="left"/>
      <w:pPr>
        <w:tabs>
          <w:tab w:val="num" w:pos="567"/>
        </w:tabs>
      </w:pPr>
      <w:rPr>
        <w:rFonts w:ascii="Times New Roman" w:hAnsi="Times New Roman" w:cs="Times New Roman" w:hint="default"/>
        <w:b/>
        <w:i w:val="0"/>
        <w:sz w:val="22"/>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32">
    <w:nsid w:val="78D2541B"/>
    <w:multiLevelType w:val="multilevel"/>
    <w:tmpl w:val="193C92A8"/>
    <w:lvl w:ilvl="0">
      <w:start w:val="1"/>
      <w:numFmt w:val="decimal"/>
      <w:lvlText w:val="%1."/>
      <w:lvlJc w:val="left"/>
      <w:pPr>
        <w:tabs>
          <w:tab w:val="num" w:pos="1628"/>
        </w:tabs>
        <w:ind w:left="1268" w:hanging="360"/>
      </w:pPr>
      <w:rPr>
        <w:rFonts w:cs="Times New Roman" w:hint="default"/>
      </w:rPr>
    </w:lvl>
    <w:lvl w:ilvl="1">
      <w:start w:val="1"/>
      <w:numFmt w:val="decimal"/>
      <w:suff w:val="nothing"/>
      <w:lvlText w:val="%2.%1"/>
      <w:lvlJc w:val="left"/>
      <w:rPr>
        <w:rFonts w:cs="Times New Roman" w:hint="default"/>
      </w:rPr>
    </w:lvl>
    <w:lvl w:ilvl="2">
      <w:start w:val="1"/>
      <w:numFmt w:val="decimal"/>
      <w:lvlText w:val="%1.%2.%3."/>
      <w:lvlJc w:val="left"/>
      <w:pPr>
        <w:tabs>
          <w:tab w:val="num" w:pos="3068"/>
        </w:tabs>
        <w:ind w:left="2132" w:hanging="504"/>
      </w:pPr>
      <w:rPr>
        <w:rFonts w:cs="Times New Roman" w:hint="default"/>
      </w:rPr>
    </w:lvl>
    <w:lvl w:ilvl="3">
      <w:start w:val="3"/>
      <w:numFmt w:val="decimal"/>
      <w:lvlText w:val="%1.%2.%3.%4."/>
      <w:lvlJc w:val="left"/>
      <w:pPr>
        <w:tabs>
          <w:tab w:val="num" w:pos="3788"/>
        </w:tabs>
        <w:ind w:left="2636" w:hanging="648"/>
      </w:pPr>
      <w:rPr>
        <w:rFonts w:cs="Times New Roman" w:hint="default"/>
      </w:rPr>
    </w:lvl>
    <w:lvl w:ilvl="4">
      <w:start w:val="1"/>
      <w:numFmt w:val="decimal"/>
      <w:lvlText w:val="%1.%2.%3.%4.%5."/>
      <w:lvlJc w:val="left"/>
      <w:pPr>
        <w:tabs>
          <w:tab w:val="num" w:pos="4508"/>
        </w:tabs>
        <w:ind w:left="3140" w:hanging="792"/>
      </w:pPr>
      <w:rPr>
        <w:rFonts w:cs="Times New Roman" w:hint="default"/>
      </w:rPr>
    </w:lvl>
    <w:lvl w:ilvl="5">
      <w:start w:val="1"/>
      <w:numFmt w:val="decimal"/>
      <w:lvlText w:val="%1.%2.%3.%4.%5.%6."/>
      <w:lvlJc w:val="left"/>
      <w:pPr>
        <w:tabs>
          <w:tab w:val="num" w:pos="5228"/>
        </w:tabs>
        <w:ind w:left="3644" w:hanging="936"/>
      </w:pPr>
      <w:rPr>
        <w:rFonts w:cs="Times New Roman" w:hint="default"/>
      </w:rPr>
    </w:lvl>
    <w:lvl w:ilvl="6">
      <w:start w:val="1"/>
      <w:numFmt w:val="decimal"/>
      <w:lvlText w:val="%1.%2.%3.%4.%5.%6.%7."/>
      <w:lvlJc w:val="left"/>
      <w:pPr>
        <w:tabs>
          <w:tab w:val="num" w:pos="5948"/>
        </w:tabs>
        <w:ind w:left="4148" w:hanging="1080"/>
      </w:pPr>
      <w:rPr>
        <w:rFonts w:cs="Times New Roman" w:hint="default"/>
      </w:rPr>
    </w:lvl>
    <w:lvl w:ilvl="7">
      <w:start w:val="1"/>
      <w:numFmt w:val="decimal"/>
      <w:lvlText w:val="%1.%2.%3.%4.%5.%6.%7.%8."/>
      <w:lvlJc w:val="left"/>
      <w:pPr>
        <w:tabs>
          <w:tab w:val="num" w:pos="6668"/>
        </w:tabs>
        <w:ind w:left="4652" w:hanging="1224"/>
      </w:pPr>
      <w:rPr>
        <w:rFonts w:cs="Times New Roman" w:hint="default"/>
      </w:rPr>
    </w:lvl>
    <w:lvl w:ilvl="8">
      <w:start w:val="1"/>
      <w:numFmt w:val="decimal"/>
      <w:lvlText w:val="%1.%2.%3.%4.%5.%6.%7.%8.%9."/>
      <w:lvlJc w:val="left"/>
      <w:pPr>
        <w:tabs>
          <w:tab w:val="num" w:pos="7388"/>
        </w:tabs>
        <w:ind w:left="5228" w:hanging="1440"/>
      </w:pPr>
      <w:rPr>
        <w:rFonts w:cs="Times New Roman" w:hint="default"/>
      </w:rPr>
    </w:lvl>
  </w:abstractNum>
  <w:abstractNum w:abstractNumId="33">
    <w:nsid w:val="7E500BA5"/>
    <w:multiLevelType w:val="singleLevel"/>
    <w:tmpl w:val="CD2A5676"/>
    <w:lvl w:ilvl="0">
      <w:start w:val="4"/>
      <w:numFmt w:val="decimal"/>
      <w:lvlText w:val="%1"/>
      <w:lvlJc w:val="left"/>
      <w:pPr>
        <w:tabs>
          <w:tab w:val="num" w:pos="360"/>
        </w:tabs>
        <w:ind w:left="360" w:hanging="360"/>
      </w:pPr>
      <w:rPr>
        <w:rFonts w:cs="Times New Roman" w:hint="default"/>
      </w:rPr>
    </w:lvl>
  </w:abstractNum>
  <w:num w:numId="1">
    <w:abstractNumId w:val="6"/>
  </w:num>
  <w:num w:numId="2">
    <w:abstractNumId w:val="23"/>
  </w:num>
  <w:num w:numId="3">
    <w:abstractNumId w:val="11"/>
  </w:num>
  <w:num w:numId="4">
    <w:abstractNumId w:val="15"/>
  </w:num>
  <w:num w:numId="5">
    <w:abstractNumId w:val="9"/>
  </w:num>
  <w:num w:numId="6">
    <w:abstractNumId w:val="26"/>
  </w:num>
  <w:num w:numId="7">
    <w:abstractNumId w:val="21"/>
  </w:num>
  <w:num w:numId="8">
    <w:abstractNumId w:val="10"/>
  </w:num>
  <w:num w:numId="9">
    <w:abstractNumId w:val="33"/>
  </w:num>
  <w:num w:numId="10">
    <w:abstractNumId w:val="12"/>
  </w:num>
  <w:num w:numId="11">
    <w:abstractNumId w:val="28"/>
  </w:num>
  <w:num w:numId="12">
    <w:abstractNumId w:val="30"/>
  </w:num>
  <w:num w:numId="13">
    <w:abstractNumId w:val="5"/>
  </w:num>
  <w:num w:numId="14">
    <w:abstractNumId w:val="25"/>
  </w:num>
  <w:num w:numId="15">
    <w:abstractNumId w:val="32"/>
  </w:num>
  <w:num w:numId="16">
    <w:abstractNumId w:val="18"/>
  </w:num>
  <w:num w:numId="17">
    <w:abstractNumId w:val="16"/>
  </w:num>
  <w:num w:numId="18">
    <w:abstractNumId w:val="29"/>
  </w:num>
  <w:num w:numId="19">
    <w:abstractNumId w:val="4"/>
  </w:num>
  <w:num w:numId="20">
    <w:abstractNumId w:val="17"/>
  </w:num>
  <w:num w:numId="21">
    <w:abstractNumId w:val="13"/>
  </w:num>
  <w:num w:numId="22">
    <w:abstractNumId w:val="22"/>
  </w:num>
  <w:num w:numId="23">
    <w:abstractNumId w:val="13"/>
    <w:lvlOverride w:ilvl="0">
      <w:lvl w:ilvl="0">
        <w:start w:val="6"/>
        <w:numFmt w:val="decimal"/>
        <w:lvlText w:val="%1."/>
        <w:lvlJc w:val="left"/>
        <w:pPr>
          <w:tabs>
            <w:tab w:val="num" w:pos="1628"/>
          </w:tabs>
          <w:ind w:left="1268" w:hanging="360"/>
        </w:pPr>
        <w:rPr>
          <w:rFonts w:cs="Times New Roman" w:hint="default"/>
        </w:rPr>
      </w:lvl>
    </w:lvlOverride>
    <w:lvlOverride w:ilvl="1">
      <w:lvl w:ilvl="1">
        <w:start w:val="6"/>
        <w:numFmt w:val="decimal"/>
        <w:lvlText w:val="%2.2"/>
        <w:lvlJc w:val="left"/>
        <w:pPr>
          <w:tabs>
            <w:tab w:val="num" w:pos="567"/>
          </w:tabs>
        </w:pPr>
        <w:rPr>
          <w:rFonts w:ascii="Times New Roman" w:hAnsi="Times New Roman" w:cs="Times New Roman" w:hint="default"/>
          <w:b/>
          <w:i w:val="0"/>
          <w:sz w:val="22"/>
        </w:rPr>
      </w:lvl>
    </w:lvlOverride>
    <w:lvlOverride w:ilvl="2">
      <w:lvl w:ilvl="2">
        <w:start w:val="1"/>
        <w:numFmt w:val="decimal"/>
        <w:lvlText w:val="%1.%2.%3."/>
        <w:lvlJc w:val="left"/>
        <w:pPr>
          <w:tabs>
            <w:tab w:val="num" w:pos="3068"/>
          </w:tabs>
          <w:ind w:left="2132" w:hanging="504"/>
        </w:pPr>
        <w:rPr>
          <w:rFonts w:cs="Times New Roman" w:hint="default"/>
        </w:rPr>
      </w:lvl>
    </w:lvlOverride>
    <w:lvlOverride w:ilvl="3">
      <w:lvl w:ilvl="3">
        <w:start w:val="3"/>
        <w:numFmt w:val="decimal"/>
        <w:lvlText w:val="%1.%2.%3.%4."/>
        <w:lvlJc w:val="left"/>
        <w:pPr>
          <w:tabs>
            <w:tab w:val="num" w:pos="3788"/>
          </w:tabs>
          <w:ind w:left="2636" w:hanging="648"/>
        </w:pPr>
        <w:rPr>
          <w:rFonts w:cs="Times New Roman" w:hint="default"/>
        </w:rPr>
      </w:lvl>
    </w:lvlOverride>
    <w:lvlOverride w:ilvl="4">
      <w:lvl w:ilvl="4">
        <w:start w:val="1"/>
        <w:numFmt w:val="decimal"/>
        <w:lvlText w:val="%1.%2.%3.%4.%5."/>
        <w:lvlJc w:val="left"/>
        <w:pPr>
          <w:tabs>
            <w:tab w:val="num" w:pos="4508"/>
          </w:tabs>
          <w:ind w:left="3140" w:hanging="792"/>
        </w:pPr>
        <w:rPr>
          <w:rFonts w:cs="Times New Roman" w:hint="default"/>
        </w:rPr>
      </w:lvl>
    </w:lvlOverride>
    <w:lvlOverride w:ilvl="5">
      <w:lvl w:ilvl="5">
        <w:start w:val="1"/>
        <w:numFmt w:val="decimal"/>
        <w:lvlText w:val="%1.%2.%3.%4.%5.%6."/>
        <w:lvlJc w:val="left"/>
        <w:pPr>
          <w:tabs>
            <w:tab w:val="num" w:pos="5228"/>
          </w:tabs>
          <w:ind w:left="3644" w:hanging="936"/>
        </w:pPr>
        <w:rPr>
          <w:rFonts w:cs="Times New Roman" w:hint="default"/>
        </w:rPr>
      </w:lvl>
    </w:lvlOverride>
    <w:lvlOverride w:ilvl="6">
      <w:lvl w:ilvl="6">
        <w:start w:val="1"/>
        <w:numFmt w:val="decimal"/>
        <w:lvlText w:val="%1.%2.%3.%4.%5.%6.%7."/>
        <w:lvlJc w:val="left"/>
        <w:pPr>
          <w:tabs>
            <w:tab w:val="num" w:pos="5948"/>
          </w:tabs>
          <w:ind w:left="4148" w:hanging="1080"/>
        </w:pPr>
        <w:rPr>
          <w:rFonts w:cs="Times New Roman" w:hint="default"/>
        </w:rPr>
      </w:lvl>
    </w:lvlOverride>
    <w:lvlOverride w:ilvl="7">
      <w:lvl w:ilvl="7">
        <w:start w:val="1"/>
        <w:numFmt w:val="decimal"/>
        <w:lvlText w:val="%1.%2.%3.%4.%5.%6.%7.%8."/>
        <w:lvlJc w:val="left"/>
        <w:pPr>
          <w:tabs>
            <w:tab w:val="num" w:pos="6668"/>
          </w:tabs>
          <w:ind w:left="4652" w:hanging="1224"/>
        </w:pPr>
        <w:rPr>
          <w:rFonts w:cs="Times New Roman" w:hint="default"/>
        </w:rPr>
      </w:lvl>
    </w:lvlOverride>
    <w:lvlOverride w:ilvl="8">
      <w:lvl w:ilvl="8">
        <w:start w:val="1"/>
        <w:numFmt w:val="decimal"/>
        <w:lvlText w:val="%1.%2.%3.%4.%5.%6.%7.%8.%9."/>
        <w:lvlJc w:val="left"/>
        <w:pPr>
          <w:tabs>
            <w:tab w:val="num" w:pos="7388"/>
          </w:tabs>
          <w:ind w:left="5228" w:hanging="1440"/>
        </w:pPr>
        <w:rPr>
          <w:rFonts w:cs="Times New Roman" w:hint="default"/>
        </w:rPr>
      </w:lvl>
    </w:lvlOverride>
  </w:num>
  <w:num w:numId="24">
    <w:abstractNumId w:val="2"/>
  </w:num>
  <w:num w:numId="25">
    <w:abstractNumId w:val="7"/>
  </w:num>
  <w:num w:numId="26">
    <w:abstractNumId w:val="24"/>
  </w:num>
  <w:num w:numId="27">
    <w:abstractNumId w:val="8"/>
  </w:num>
  <w:num w:numId="28">
    <w:abstractNumId w:val="20"/>
  </w:num>
  <w:num w:numId="29">
    <w:abstractNumId w:val="31"/>
  </w:num>
  <w:num w:numId="30">
    <w:abstractNumId w:val="27"/>
  </w:num>
  <w:num w:numId="31">
    <w:abstractNumId w:val="0"/>
  </w:num>
  <w:num w:numId="32">
    <w:abstractNumId w:val="14"/>
  </w:num>
  <w:num w:numId="33">
    <w:abstractNumId w:val="19"/>
  </w:num>
  <w:num w:numId="34">
    <w:abstractNumId w:val="3"/>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5"/>
  <w:hyphenationZone w:val="425"/>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33ED"/>
    <w:rsid w:val="0001020C"/>
    <w:rsid w:val="00015BD6"/>
    <w:rsid w:val="00022C2E"/>
    <w:rsid w:val="00036DF5"/>
    <w:rsid w:val="0005350E"/>
    <w:rsid w:val="00055D7A"/>
    <w:rsid w:val="000568B7"/>
    <w:rsid w:val="000610ED"/>
    <w:rsid w:val="000711B9"/>
    <w:rsid w:val="000763E7"/>
    <w:rsid w:val="00090980"/>
    <w:rsid w:val="00091239"/>
    <w:rsid w:val="000A20D8"/>
    <w:rsid w:val="000A2B00"/>
    <w:rsid w:val="000A5E9E"/>
    <w:rsid w:val="000B419C"/>
    <w:rsid w:val="000B462A"/>
    <w:rsid w:val="000C373E"/>
    <w:rsid w:val="000C4FE1"/>
    <w:rsid w:val="000C6382"/>
    <w:rsid w:val="000D26B3"/>
    <w:rsid w:val="000D71A5"/>
    <w:rsid w:val="000E3596"/>
    <w:rsid w:val="000F69FC"/>
    <w:rsid w:val="0010782A"/>
    <w:rsid w:val="00107E94"/>
    <w:rsid w:val="00112191"/>
    <w:rsid w:val="00114D85"/>
    <w:rsid w:val="00114E37"/>
    <w:rsid w:val="00115640"/>
    <w:rsid w:val="00115802"/>
    <w:rsid w:val="001167D0"/>
    <w:rsid w:val="00131FCA"/>
    <w:rsid w:val="00143C19"/>
    <w:rsid w:val="00144B58"/>
    <w:rsid w:val="00151E2A"/>
    <w:rsid w:val="00171AC2"/>
    <w:rsid w:val="001837CC"/>
    <w:rsid w:val="001856D3"/>
    <w:rsid w:val="001A12B1"/>
    <w:rsid w:val="001B13A9"/>
    <w:rsid w:val="001B6099"/>
    <w:rsid w:val="001C7950"/>
    <w:rsid w:val="001D04B1"/>
    <w:rsid w:val="001D1FA9"/>
    <w:rsid w:val="001E4243"/>
    <w:rsid w:val="002000DE"/>
    <w:rsid w:val="002215D6"/>
    <w:rsid w:val="00227B88"/>
    <w:rsid w:val="00246984"/>
    <w:rsid w:val="002511F3"/>
    <w:rsid w:val="00252336"/>
    <w:rsid w:val="00256107"/>
    <w:rsid w:val="00257EFE"/>
    <w:rsid w:val="00260623"/>
    <w:rsid w:val="00265B18"/>
    <w:rsid w:val="0027261E"/>
    <w:rsid w:val="002A1777"/>
    <w:rsid w:val="002A7FA3"/>
    <w:rsid w:val="002D319A"/>
    <w:rsid w:val="002D5509"/>
    <w:rsid w:val="002E3556"/>
    <w:rsid w:val="002F5972"/>
    <w:rsid w:val="00304D99"/>
    <w:rsid w:val="0030595E"/>
    <w:rsid w:val="0034296E"/>
    <w:rsid w:val="003528F0"/>
    <w:rsid w:val="00356D9D"/>
    <w:rsid w:val="00373B00"/>
    <w:rsid w:val="00391D30"/>
    <w:rsid w:val="003A029E"/>
    <w:rsid w:val="003A0C10"/>
    <w:rsid w:val="003A537A"/>
    <w:rsid w:val="003A574D"/>
    <w:rsid w:val="003D663E"/>
    <w:rsid w:val="003D687D"/>
    <w:rsid w:val="003F07C2"/>
    <w:rsid w:val="003F0CB8"/>
    <w:rsid w:val="00415B1B"/>
    <w:rsid w:val="00415E31"/>
    <w:rsid w:val="0041692E"/>
    <w:rsid w:val="00430583"/>
    <w:rsid w:val="00431CF2"/>
    <w:rsid w:val="004333ED"/>
    <w:rsid w:val="00446E8E"/>
    <w:rsid w:val="00467601"/>
    <w:rsid w:val="004817B0"/>
    <w:rsid w:val="004A37BA"/>
    <w:rsid w:val="004B648F"/>
    <w:rsid w:val="004E1364"/>
    <w:rsid w:val="004E37B9"/>
    <w:rsid w:val="004E4C85"/>
    <w:rsid w:val="004E6F14"/>
    <w:rsid w:val="004E73DE"/>
    <w:rsid w:val="004F02A5"/>
    <w:rsid w:val="00502FFB"/>
    <w:rsid w:val="005253F3"/>
    <w:rsid w:val="00531C56"/>
    <w:rsid w:val="00536623"/>
    <w:rsid w:val="005406EA"/>
    <w:rsid w:val="00543AA0"/>
    <w:rsid w:val="00547B7C"/>
    <w:rsid w:val="0055326E"/>
    <w:rsid w:val="00560EBF"/>
    <w:rsid w:val="00561B7B"/>
    <w:rsid w:val="00561F75"/>
    <w:rsid w:val="005626E6"/>
    <w:rsid w:val="0056310F"/>
    <w:rsid w:val="00566865"/>
    <w:rsid w:val="005709BB"/>
    <w:rsid w:val="0057235D"/>
    <w:rsid w:val="0058408D"/>
    <w:rsid w:val="00590A62"/>
    <w:rsid w:val="005B00E0"/>
    <w:rsid w:val="005B2C64"/>
    <w:rsid w:val="005E5A57"/>
    <w:rsid w:val="005F1F22"/>
    <w:rsid w:val="005F5FD5"/>
    <w:rsid w:val="006225E7"/>
    <w:rsid w:val="00630CD8"/>
    <w:rsid w:val="00632574"/>
    <w:rsid w:val="00633A2F"/>
    <w:rsid w:val="00642CD7"/>
    <w:rsid w:val="00653A1B"/>
    <w:rsid w:val="00655085"/>
    <w:rsid w:val="00662DFD"/>
    <w:rsid w:val="006742FC"/>
    <w:rsid w:val="006779E4"/>
    <w:rsid w:val="006814D2"/>
    <w:rsid w:val="00683D89"/>
    <w:rsid w:val="00685E42"/>
    <w:rsid w:val="006A19A8"/>
    <w:rsid w:val="006A5C58"/>
    <w:rsid w:val="006B01AA"/>
    <w:rsid w:val="006B462E"/>
    <w:rsid w:val="006B5CEB"/>
    <w:rsid w:val="006C2CF5"/>
    <w:rsid w:val="006D53E6"/>
    <w:rsid w:val="006E3E25"/>
    <w:rsid w:val="00704902"/>
    <w:rsid w:val="007216A5"/>
    <w:rsid w:val="007277A6"/>
    <w:rsid w:val="00733AC8"/>
    <w:rsid w:val="00772432"/>
    <w:rsid w:val="00773B83"/>
    <w:rsid w:val="007748B0"/>
    <w:rsid w:val="0077620A"/>
    <w:rsid w:val="00792F54"/>
    <w:rsid w:val="007A633D"/>
    <w:rsid w:val="007B0242"/>
    <w:rsid w:val="007D455A"/>
    <w:rsid w:val="007D46C0"/>
    <w:rsid w:val="007E1301"/>
    <w:rsid w:val="007E750F"/>
    <w:rsid w:val="007F64FD"/>
    <w:rsid w:val="00800703"/>
    <w:rsid w:val="00812F72"/>
    <w:rsid w:val="00835ABB"/>
    <w:rsid w:val="00836542"/>
    <w:rsid w:val="0085317C"/>
    <w:rsid w:val="0086262B"/>
    <w:rsid w:val="00866CFF"/>
    <w:rsid w:val="00873F6E"/>
    <w:rsid w:val="00890056"/>
    <w:rsid w:val="008928B6"/>
    <w:rsid w:val="008A0453"/>
    <w:rsid w:val="008A0BEA"/>
    <w:rsid w:val="008A1190"/>
    <w:rsid w:val="008A2EF7"/>
    <w:rsid w:val="008B21AA"/>
    <w:rsid w:val="008C10B4"/>
    <w:rsid w:val="008E2F8E"/>
    <w:rsid w:val="008E5037"/>
    <w:rsid w:val="008F4468"/>
    <w:rsid w:val="008F4A36"/>
    <w:rsid w:val="008F4EC7"/>
    <w:rsid w:val="008F6AC9"/>
    <w:rsid w:val="00906035"/>
    <w:rsid w:val="0090736D"/>
    <w:rsid w:val="00911FB8"/>
    <w:rsid w:val="00915A7D"/>
    <w:rsid w:val="00916D38"/>
    <w:rsid w:val="00932523"/>
    <w:rsid w:val="0093455E"/>
    <w:rsid w:val="00950782"/>
    <w:rsid w:val="00950B8A"/>
    <w:rsid w:val="00954D52"/>
    <w:rsid w:val="009723F0"/>
    <w:rsid w:val="00981AA9"/>
    <w:rsid w:val="00987184"/>
    <w:rsid w:val="0099411E"/>
    <w:rsid w:val="00997477"/>
    <w:rsid w:val="009A1C53"/>
    <w:rsid w:val="009A463B"/>
    <w:rsid w:val="009B6EE6"/>
    <w:rsid w:val="009B7151"/>
    <w:rsid w:val="009C387D"/>
    <w:rsid w:val="009D0B4C"/>
    <w:rsid w:val="009E6331"/>
    <w:rsid w:val="009F5CAF"/>
    <w:rsid w:val="00A21468"/>
    <w:rsid w:val="00A44956"/>
    <w:rsid w:val="00A47B4A"/>
    <w:rsid w:val="00A517D2"/>
    <w:rsid w:val="00A81E55"/>
    <w:rsid w:val="00A87C8B"/>
    <w:rsid w:val="00A93131"/>
    <w:rsid w:val="00A933BE"/>
    <w:rsid w:val="00A9536D"/>
    <w:rsid w:val="00AA48B8"/>
    <w:rsid w:val="00AB064A"/>
    <w:rsid w:val="00AB0C9E"/>
    <w:rsid w:val="00AC1058"/>
    <w:rsid w:val="00AD1A87"/>
    <w:rsid w:val="00AD30C6"/>
    <w:rsid w:val="00AD436C"/>
    <w:rsid w:val="00AD6334"/>
    <w:rsid w:val="00AE1FAC"/>
    <w:rsid w:val="00B10195"/>
    <w:rsid w:val="00B2520C"/>
    <w:rsid w:val="00B44A26"/>
    <w:rsid w:val="00B66B59"/>
    <w:rsid w:val="00B72523"/>
    <w:rsid w:val="00B826A8"/>
    <w:rsid w:val="00BA2C50"/>
    <w:rsid w:val="00BA7074"/>
    <w:rsid w:val="00BC5773"/>
    <w:rsid w:val="00BD321C"/>
    <w:rsid w:val="00BE539D"/>
    <w:rsid w:val="00BF704F"/>
    <w:rsid w:val="00C018F5"/>
    <w:rsid w:val="00C161DC"/>
    <w:rsid w:val="00C17EF2"/>
    <w:rsid w:val="00C2372C"/>
    <w:rsid w:val="00C313D2"/>
    <w:rsid w:val="00C510E9"/>
    <w:rsid w:val="00C52102"/>
    <w:rsid w:val="00C57638"/>
    <w:rsid w:val="00C66B43"/>
    <w:rsid w:val="00C71F87"/>
    <w:rsid w:val="00C740F0"/>
    <w:rsid w:val="00C778EA"/>
    <w:rsid w:val="00C852F8"/>
    <w:rsid w:val="00C860E9"/>
    <w:rsid w:val="00C91A29"/>
    <w:rsid w:val="00C92598"/>
    <w:rsid w:val="00C95174"/>
    <w:rsid w:val="00CA06BE"/>
    <w:rsid w:val="00CB4BC1"/>
    <w:rsid w:val="00CB6428"/>
    <w:rsid w:val="00CB7A49"/>
    <w:rsid w:val="00CB7D64"/>
    <w:rsid w:val="00CC1981"/>
    <w:rsid w:val="00CC4938"/>
    <w:rsid w:val="00CD33BD"/>
    <w:rsid w:val="00CE25A4"/>
    <w:rsid w:val="00CF71EF"/>
    <w:rsid w:val="00D049A8"/>
    <w:rsid w:val="00D055EC"/>
    <w:rsid w:val="00D2193A"/>
    <w:rsid w:val="00D23BB6"/>
    <w:rsid w:val="00D45D78"/>
    <w:rsid w:val="00D5360D"/>
    <w:rsid w:val="00D5363B"/>
    <w:rsid w:val="00D54C18"/>
    <w:rsid w:val="00D56E85"/>
    <w:rsid w:val="00D617AB"/>
    <w:rsid w:val="00D675AB"/>
    <w:rsid w:val="00D75E9C"/>
    <w:rsid w:val="00D873E0"/>
    <w:rsid w:val="00DA434E"/>
    <w:rsid w:val="00DA72D4"/>
    <w:rsid w:val="00DB7404"/>
    <w:rsid w:val="00DC3A78"/>
    <w:rsid w:val="00DC46FF"/>
    <w:rsid w:val="00DD2F7A"/>
    <w:rsid w:val="00DE7606"/>
    <w:rsid w:val="00DF0A1D"/>
    <w:rsid w:val="00DF5023"/>
    <w:rsid w:val="00DF5889"/>
    <w:rsid w:val="00DF7BE6"/>
    <w:rsid w:val="00E01E6D"/>
    <w:rsid w:val="00E06CE6"/>
    <w:rsid w:val="00E07EBA"/>
    <w:rsid w:val="00E13FD0"/>
    <w:rsid w:val="00E21937"/>
    <w:rsid w:val="00E225F5"/>
    <w:rsid w:val="00E2284C"/>
    <w:rsid w:val="00E37986"/>
    <w:rsid w:val="00E440B3"/>
    <w:rsid w:val="00E53604"/>
    <w:rsid w:val="00E54024"/>
    <w:rsid w:val="00E6449E"/>
    <w:rsid w:val="00E766C4"/>
    <w:rsid w:val="00E81583"/>
    <w:rsid w:val="00E8593E"/>
    <w:rsid w:val="00E8728F"/>
    <w:rsid w:val="00E9486D"/>
    <w:rsid w:val="00EA5339"/>
    <w:rsid w:val="00EE791F"/>
    <w:rsid w:val="00EF133E"/>
    <w:rsid w:val="00EF7C5A"/>
    <w:rsid w:val="00EF7D8B"/>
    <w:rsid w:val="00F0132C"/>
    <w:rsid w:val="00F07420"/>
    <w:rsid w:val="00F10FF0"/>
    <w:rsid w:val="00F22433"/>
    <w:rsid w:val="00F240A2"/>
    <w:rsid w:val="00F334B3"/>
    <w:rsid w:val="00F33B8E"/>
    <w:rsid w:val="00F4398D"/>
    <w:rsid w:val="00F509CB"/>
    <w:rsid w:val="00F57264"/>
    <w:rsid w:val="00F62316"/>
    <w:rsid w:val="00F6543E"/>
    <w:rsid w:val="00F71B83"/>
    <w:rsid w:val="00F77C26"/>
    <w:rsid w:val="00F8211E"/>
    <w:rsid w:val="00F85914"/>
    <w:rsid w:val="00F91FC1"/>
    <w:rsid w:val="00FA1542"/>
    <w:rsid w:val="00FB3DE0"/>
    <w:rsid w:val="00FC52F9"/>
    <w:rsid w:val="00FD1165"/>
    <w:rsid w:val="00FE01C4"/>
    <w:rsid w:val="00FE2C5F"/>
    <w:rsid w:val="00FF2DD4"/>
    <w:rsid w:val="00FF309D"/>
    <w:rsid w:val="00FF7BF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C2CF5"/>
    <w:pPr>
      <w:widowControl w:val="0"/>
      <w:spacing w:line="220" w:lineRule="exact"/>
      <w:contextualSpacing/>
      <w:jc w:val="both"/>
    </w:pPr>
    <w:rPr>
      <w:kern w:val="2"/>
      <w:sz w:val="20"/>
      <w:szCs w:val="21"/>
      <w:lang w:eastAsia="zh-CN"/>
    </w:rPr>
  </w:style>
  <w:style w:type="paragraph" w:styleId="Heading1">
    <w:name w:val="heading 1"/>
    <w:aliases w:val="Heading 1 EURALEX"/>
    <w:basedOn w:val="Normal"/>
    <w:next w:val="Normal"/>
    <w:link w:val="Heading1Char"/>
    <w:autoRedefine/>
    <w:uiPriority w:val="99"/>
    <w:qFormat/>
    <w:rsid w:val="00E2284C"/>
    <w:pPr>
      <w:numPr>
        <w:numId w:val="31"/>
      </w:numPr>
      <w:spacing w:before="100" w:beforeAutospacing="1" w:after="100" w:afterAutospacing="1" w:line="240" w:lineRule="auto"/>
      <w:ind w:left="675" w:hanging="675"/>
      <w:contextualSpacing w:val="0"/>
      <w:jc w:val="left"/>
      <w:outlineLvl w:val="0"/>
    </w:pPr>
    <w:rPr>
      <w:rFonts w:ascii="Arial" w:hAnsi="Arial"/>
      <w:b/>
      <w:sz w:val="28"/>
      <w:szCs w:val="28"/>
    </w:rPr>
  </w:style>
  <w:style w:type="paragraph" w:styleId="Heading2">
    <w:name w:val="heading 2"/>
    <w:aliases w:val="Heading 2 EURALEX"/>
    <w:basedOn w:val="Normal"/>
    <w:next w:val="Normal"/>
    <w:link w:val="Heading2Char"/>
    <w:autoRedefine/>
    <w:uiPriority w:val="99"/>
    <w:qFormat/>
    <w:rsid w:val="0034296E"/>
    <w:pPr>
      <w:numPr>
        <w:ilvl w:val="1"/>
        <w:numId w:val="31"/>
      </w:numPr>
      <w:snapToGrid w:val="0"/>
      <w:spacing w:before="240" w:after="60" w:line="240" w:lineRule="auto"/>
      <w:ind w:left="675" w:hanging="675"/>
      <w:jc w:val="left"/>
      <w:outlineLvl w:val="1"/>
    </w:pPr>
    <w:rPr>
      <w:rFonts w:ascii="Arial" w:hAnsi="Arial"/>
      <w:b/>
      <w:bCs/>
      <w:sz w:val="26"/>
      <w:szCs w:val="22"/>
      <w:lang w:val="en-GB"/>
    </w:rPr>
  </w:style>
  <w:style w:type="paragraph" w:styleId="Heading3">
    <w:name w:val="heading 3"/>
    <w:aliases w:val="Heading 3 EURALEX"/>
    <w:basedOn w:val="XXHeading3EURALEX"/>
    <w:next w:val="Normal"/>
    <w:link w:val="Heading3Char"/>
    <w:autoRedefine/>
    <w:uiPriority w:val="99"/>
    <w:qFormat/>
    <w:rsid w:val="0001020C"/>
    <w:pPr>
      <w:numPr>
        <w:ilvl w:val="2"/>
        <w:numId w:val="31"/>
      </w:numPr>
      <w:spacing w:line="240" w:lineRule="auto"/>
      <w:outlineLvl w:val="2"/>
    </w:pPr>
    <w:rPr>
      <w:rFonts w:ascii="Arial" w:hAnsi="Arial"/>
      <w:sz w:val="24"/>
      <w:lang w:val="en-GB"/>
    </w:rPr>
  </w:style>
  <w:style w:type="paragraph" w:styleId="Heading4">
    <w:name w:val="heading 4"/>
    <w:basedOn w:val="Normal"/>
    <w:next w:val="Normal"/>
    <w:link w:val="Heading4Char"/>
    <w:uiPriority w:val="99"/>
    <w:qFormat/>
    <w:rsid w:val="00AB064A"/>
    <w:pPr>
      <w:keepNext/>
      <w:numPr>
        <w:ilvl w:val="3"/>
        <w:numId w:val="31"/>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AB064A"/>
    <w:pPr>
      <w:numPr>
        <w:ilvl w:val="4"/>
        <w:numId w:val="31"/>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AB064A"/>
    <w:pPr>
      <w:numPr>
        <w:ilvl w:val="5"/>
        <w:numId w:val="31"/>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9"/>
    <w:qFormat/>
    <w:rsid w:val="00AB064A"/>
    <w:pPr>
      <w:numPr>
        <w:ilvl w:val="6"/>
        <w:numId w:val="31"/>
      </w:numPr>
      <w:spacing w:before="240" w:after="60"/>
      <w:outlineLvl w:val="6"/>
    </w:pPr>
    <w:rPr>
      <w:rFonts w:ascii="Calibri" w:hAnsi="Calibri"/>
      <w:sz w:val="24"/>
      <w:szCs w:val="24"/>
    </w:rPr>
  </w:style>
  <w:style w:type="paragraph" w:styleId="Heading8">
    <w:name w:val="heading 8"/>
    <w:basedOn w:val="Normal"/>
    <w:next w:val="Normal"/>
    <w:link w:val="Heading8Char"/>
    <w:uiPriority w:val="99"/>
    <w:qFormat/>
    <w:rsid w:val="00AB064A"/>
    <w:pPr>
      <w:numPr>
        <w:ilvl w:val="7"/>
        <w:numId w:val="31"/>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9"/>
    <w:qFormat/>
    <w:rsid w:val="00AB064A"/>
    <w:pPr>
      <w:numPr>
        <w:ilvl w:val="8"/>
        <w:numId w:val="31"/>
      </w:numPr>
      <w:spacing w:before="240" w:after="60"/>
      <w:outlineLvl w:val="8"/>
    </w:pPr>
    <w:rPr>
      <w:rFonts w:ascii="Calibri Light" w:hAnsi="Calibri Light"/>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EURALEX Char"/>
    <w:basedOn w:val="DefaultParagraphFont"/>
    <w:link w:val="Heading1"/>
    <w:uiPriority w:val="99"/>
    <w:locked/>
    <w:rsid w:val="00E2284C"/>
    <w:rPr>
      <w:rFonts w:ascii="Arial" w:hAnsi="Arial" w:cs="Times New Roman"/>
      <w:b/>
      <w:kern w:val="2"/>
      <w:sz w:val="28"/>
      <w:szCs w:val="28"/>
      <w:lang w:eastAsia="zh-CN"/>
    </w:rPr>
  </w:style>
  <w:style w:type="character" w:customStyle="1" w:styleId="Heading2Char">
    <w:name w:val="Heading 2 Char"/>
    <w:aliases w:val="Heading 2 EURALEX Char"/>
    <w:basedOn w:val="DefaultParagraphFont"/>
    <w:link w:val="Heading2"/>
    <w:uiPriority w:val="99"/>
    <w:locked/>
    <w:rsid w:val="0034296E"/>
    <w:rPr>
      <w:rFonts w:ascii="Arial" w:hAnsi="Arial" w:cs="Times New Roman"/>
      <w:b/>
      <w:bCs/>
      <w:kern w:val="2"/>
      <w:sz w:val="26"/>
      <w:lang w:val="en-GB" w:eastAsia="zh-CN"/>
    </w:rPr>
  </w:style>
  <w:style w:type="character" w:customStyle="1" w:styleId="Heading3Char">
    <w:name w:val="Heading 3 Char"/>
    <w:aliases w:val="Heading 3 EURALEX Char"/>
    <w:basedOn w:val="DefaultParagraphFont"/>
    <w:link w:val="Heading3"/>
    <w:uiPriority w:val="99"/>
    <w:locked/>
    <w:rsid w:val="0001020C"/>
    <w:rPr>
      <w:rFonts w:ascii="Arial" w:hAnsi="Arial" w:cs="Times New Roman"/>
      <w:b/>
      <w:kern w:val="2"/>
      <w:sz w:val="20"/>
      <w:szCs w:val="20"/>
      <w:lang w:val="en-GB" w:eastAsia="zh-CN"/>
    </w:rPr>
  </w:style>
  <w:style w:type="character" w:customStyle="1" w:styleId="Heading4Char">
    <w:name w:val="Heading 4 Char"/>
    <w:basedOn w:val="DefaultParagraphFont"/>
    <w:link w:val="Heading4"/>
    <w:uiPriority w:val="99"/>
    <w:semiHidden/>
    <w:locked/>
    <w:rsid w:val="00AB064A"/>
    <w:rPr>
      <w:rFonts w:ascii="Calibri" w:hAnsi="Calibri" w:cs="Times New Roman"/>
      <w:b/>
      <w:kern w:val="2"/>
      <w:sz w:val="28"/>
      <w:lang w:val="en-US" w:eastAsia="zh-CN"/>
    </w:rPr>
  </w:style>
  <w:style w:type="character" w:customStyle="1" w:styleId="Heading5Char">
    <w:name w:val="Heading 5 Char"/>
    <w:basedOn w:val="DefaultParagraphFont"/>
    <w:link w:val="Heading5"/>
    <w:uiPriority w:val="99"/>
    <w:semiHidden/>
    <w:locked/>
    <w:rsid w:val="00AB064A"/>
    <w:rPr>
      <w:rFonts w:ascii="Calibri" w:hAnsi="Calibri" w:cs="Times New Roman"/>
      <w:b/>
      <w:i/>
      <w:kern w:val="2"/>
      <w:sz w:val="26"/>
      <w:lang w:val="en-US" w:eastAsia="zh-CN"/>
    </w:rPr>
  </w:style>
  <w:style w:type="character" w:customStyle="1" w:styleId="Heading6Char">
    <w:name w:val="Heading 6 Char"/>
    <w:basedOn w:val="DefaultParagraphFont"/>
    <w:link w:val="Heading6"/>
    <w:uiPriority w:val="99"/>
    <w:semiHidden/>
    <w:locked/>
    <w:rsid w:val="00AB064A"/>
    <w:rPr>
      <w:rFonts w:ascii="Calibri" w:hAnsi="Calibri" w:cs="Times New Roman"/>
      <w:b/>
      <w:kern w:val="2"/>
      <w:sz w:val="22"/>
      <w:lang w:val="en-US" w:eastAsia="zh-CN"/>
    </w:rPr>
  </w:style>
  <w:style w:type="character" w:customStyle="1" w:styleId="Heading7Char">
    <w:name w:val="Heading 7 Char"/>
    <w:basedOn w:val="DefaultParagraphFont"/>
    <w:link w:val="Heading7"/>
    <w:uiPriority w:val="99"/>
    <w:semiHidden/>
    <w:locked/>
    <w:rsid w:val="00AB064A"/>
    <w:rPr>
      <w:rFonts w:ascii="Calibri" w:hAnsi="Calibri" w:cs="Times New Roman"/>
      <w:kern w:val="2"/>
      <w:sz w:val="24"/>
      <w:lang w:val="en-US" w:eastAsia="zh-CN"/>
    </w:rPr>
  </w:style>
  <w:style w:type="character" w:customStyle="1" w:styleId="Heading8Char">
    <w:name w:val="Heading 8 Char"/>
    <w:basedOn w:val="DefaultParagraphFont"/>
    <w:link w:val="Heading8"/>
    <w:uiPriority w:val="99"/>
    <w:semiHidden/>
    <w:locked/>
    <w:rsid w:val="00AB064A"/>
    <w:rPr>
      <w:rFonts w:ascii="Calibri" w:hAnsi="Calibri" w:cs="Times New Roman"/>
      <w:i/>
      <w:kern w:val="2"/>
      <w:sz w:val="24"/>
      <w:lang w:val="en-US" w:eastAsia="zh-CN"/>
    </w:rPr>
  </w:style>
  <w:style w:type="character" w:customStyle="1" w:styleId="Heading9Char">
    <w:name w:val="Heading 9 Char"/>
    <w:basedOn w:val="DefaultParagraphFont"/>
    <w:link w:val="Heading9"/>
    <w:uiPriority w:val="99"/>
    <w:semiHidden/>
    <w:locked/>
    <w:rsid w:val="00AB064A"/>
    <w:rPr>
      <w:rFonts w:ascii="Calibri Light" w:hAnsi="Calibri Light" w:cs="Times New Roman"/>
      <w:kern w:val="2"/>
      <w:sz w:val="22"/>
      <w:lang w:val="en-US" w:eastAsia="zh-CN"/>
    </w:rPr>
  </w:style>
  <w:style w:type="paragraph" w:customStyle="1" w:styleId="XXHeading3EURALEX">
    <w:name w:val="XX  Heading 3 EURALEX"/>
    <w:basedOn w:val="Normal"/>
    <w:next w:val="Normal"/>
    <w:autoRedefine/>
    <w:uiPriority w:val="99"/>
    <w:rsid w:val="004F02A5"/>
    <w:pPr>
      <w:numPr>
        <w:numId w:val="34"/>
      </w:numPr>
      <w:snapToGrid w:val="0"/>
      <w:spacing w:before="240" w:after="60"/>
      <w:jc w:val="left"/>
    </w:pPr>
    <w:rPr>
      <w:b/>
      <w:szCs w:val="20"/>
    </w:rPr>
  </w:style>
  <w:style w:type="paragraph" w:styleId="DocumentMap">
    <w:name w:val="Document Map"/>
    <w:basedOn w:val="Normal"/>
    <w:link w:val="DocumentMapChar"/>
    <w:uiPriority w:val="99"/>
    <w:semiHidden/>
    <w:rsid w:val="007A633D"/>
    <w:pPr>
      <w:shd w:val="clear" w:color="auto" w:fill="000080"/>
    </w:pPr>
  </w:style>
  <w:style w:type="character" w:customStyle="1" w:styleId="DocumentMapChar">
    <w:name w:val="Document Map Char"/>
    <w:basedOn w:val="DefaultParagraphFont"/>
    <w:link w:val="DocumentMap"/>
    <w:uiPriority w:val="99"/>
    <w:semiHidden/>
    <w:locked/>
    <w:rsid w:val="000610ED"/>
    <w:rPr>
      <w:rFonts w:cs="Times New Roman"/>
      <w:kern w:val="2"/>
      <w:sz w:val="2"/>
      <w:lang w:eastAsia="zh-CN"/>
    </w:rPr>
  </w:style>
  <w:style w:type="character" w:styleId="FollowedHyperlink">
    <w:name w:val="FollowedHyperlink"/>
    <w:basedOn w:val="DefaultParagraphFont"/>
    <w:uiPriority w:val="99"/>
    <w:rsid w:val="007A633D"/>
    <w:rPr>
      <w:rFonts w:cs="Times New Roman"/>
      <w:color w:val="800080"/>
      <w:u w:val="single"/>
    </w:rPr>
  </w:style>
  <w:style w:type="paragraph" w:styleId="FootnoteText">
    <w:name w:val="footnote text"/>
    <w:basedOn w:val="Normal"/>
    <w:link w:val="FootnoteTextChar"/>
    <w:uiPriority w:val="99"/>
    <w:semiHidden/>
    <w:rsid w:val="00F85914"/>
    <w:rPr>
      <w:szCs w:val="20"/>
    </w:rPr>
  </w:style>
  <w:style w:type="character" w:customStyle="1" w:styleId="FootnoteTextChar">
    <w:name w:val="Footnote Text Char"/>
    <w:basedOn w:val="DefaultParagraphFont"/>
    <w:link w:val="FootnoteText"/>
    <w:uiPriority w:val="99"/>
    <w:semiHidden/>
    <w:locked/>
    <w:rsid w:val="000610ED"/>
    <w:rPr>
      <w:rFonts w:cs="Times New Roman"/>
      <w:kern w:val="2"/>
      <w:sz w:val="20"/>
      <w:szCs w:val="20"/>
      <w:lang w:eastAsia="zh-CN"/>
    </w:rPr>
  </w:style>
  <w:style w:type="character" w:styleId="FootnoteReference">
    <w:name w:val="footnote reference"/>
    <w:basedOn w:val="DefaultParagraphFont"/>
    <w:uiPriority w:val="99"/>
    <w:semiHidden/>
    <w:rsid w:val="00F85914"/>
    <w:rPr>
      <w:rFonts w:cs="Times New Roman"/>
      <w:vertAlign w:val="superscript"/>
    </w:rPr>
  </w:style>
  <w:style w:type="paragraph" w:customStyle="1" w:styleId="TitlePaperEuralex">
    <w:name w:val="Title Paper Euralex"/>
    <w:basedOn w:val="Heading1"/>
    <w:next w:val="AuthorNamesEuralex"/>
    <w:autoRedefine/>
    <w:uiPriority w:val="99"/>
    <w:rsid w:val="00260623"/>
    <w:pPr>
      <w:numPr>
        <w:numId w:val="0"/>
      </w:numPr>
      <w:contextualSpacing/>
      <w:jc w:val="center"/>
    </w:pPr>
    <w:rPr>
      <w:rFonts w:cs="Arial"/>
      <w:sz w:val="32"/>
      <w:szCs w:val="32"/>
    </w:rPr>
  </w:style>
  <w:style w:type="paragraph" w:customStyle="1" w:styleId="AuthorNamesEuralex">
    <w:name w:val="Author Names Euralex"/>
    <w:basedOn w:val="Normal"/>
    <w:next w:val="Normal"/>
    <w:autoRedefine/>
    <w:uiPriority w:val="99"/>
    <w:rsid w:val="00E2284C"/>
    <w:pPr>
      <w:spacing w:before="240" w:line="240" w:lineRule="auto"/>
      <w:jc w:val="right"/>
    </w:pPr>
    <w:rPr>
      <w:sz w:val="26"/>
      <w:szCs w:val="24"/>
    </w:rPr>
  </w:style>
  <w:style w:type="paragraph" w:customStyle="1" w:styleId="KeywordsEURALEX">
    <w:name w:val="Keywords EURALEX"/>
    <w:basedOn w:val="Normal"/>
    <w:next w:val="Heading1"/>
    <w:autoRedefine/>
    <w:uiPriority w:val="99"/>
    <w:rsid w:val="004F02A5"/>
    <w:pPr>
      <w:spacing w:after="360"/>
    </w:pPr>
    <w:rPr>
      <w:sz w:val="18"/>
      <w:lang w:val="en-GB"/>
    </w:rPr>
  </w:style>
  <w:style w:type="paragraph" w:customStyle="1" w:styleId="FigureholderEURALEX">
    <w:name w:val="Figure holder EURALEX"/>
    <w:basedOn w:val="Normal"/>
    <w:next w:val="CaptionTableFigureEURALEX"/>
    <w:autoRedefine/>
    <w:uiPriority w:val="99"/>
    <w:rsid w:val="004F02A5"/>
    <w:pPr>
      <w:spacing w:before="60" w:line="240" w:lineRule="auto"/>
      <w:jc w:val="center"/>
    </w:pPr>
    <w:rPr>
      <w:noProof/>
      <w:kern w:val="0"/>
      <w:lang w:val="en-GB"/>
    </w:rPr>
  </w:style>
  <w:style w:type="paragraph" w:customStyle="1" w:styleId="AbstractAcknowledgementsHeadingEuralex">
    <w:name w:val="Abstract &amp; Acknowledgements Heading Euralex"/>
    <w:basedOn w:val="Normal"/>
    <w:next w:val="AbstractAcknowledgementTextEuralex"/>
    <w:autoRedefine/>
    <w:uiPriority w:val="99"/>
    <w:rsid w:val="00E2284C"/>
    <w:pPr>
      <w:spacing w:before="480" w:after="60" w:line="240" w:lineRule="auto"/>
      <w:contextualSpacing w:val="0"/>
      <w:jc w:val="left"/>
    </w:pPr>
    <w:rPr>
      <w:rFonts w:ascii="Arial" w:hAnsi="Arial"/>
      <w:b/>
      <w:sz w:val="26"/>
      <w:szCs w:val="24"/>
      <w:lang w:val="en-GB"/>
    </w:rPr>
  </w:style>
  <w:style w:type="paragraph" w:customStyle="1" w:styleId="HeadingAcknowledgementsEuralex">
    <w:name w:val="Heading Acknowledgements Euralex"/>
    <w:basedOn w:val="Normal"/>
    <w:next w:val="Normal"/>
    <w:uiPriority w:val="99"/>
    <w:rsid w:val="004F02A5"/>
    <w:pPr>
      <w:spacing w:before="240" w:after="60"/>
      <w:ind w:left="432" w:hanging="432"/>
      <w:jc w:val="left"/>
    </w:pPr>
    <w:rPr>
      <w:b/>
      <w:sz w:val="24"/>
      <w:szCs w:val="24"/>
    </w:rPr>
  </w:style>
  <w:style w:type="paragraph" w:customStyle="1" w:styleId="AbstractAcknowledgementTextEuralex">
    <w:name w:val="Abstract &amp; Acknowledgement Text Euralex"/>
    <w:basedOn w:val="Normal"/>
    <w:next w:val="KeywordsEURALEX10ptBold"/>
    <w:autoRedefine/>
    <w:uiPriority w:val="99"/>
    <w:rsid w:val="003F07C2"/>
    <w:pPr>
      <w:spacing w:after="360" w:line="240" w:lineRule="auto"/>
    </w:pPr>
    <w:rPr>
      <w:sz w:val="24"/>
      <w:lang w:val="en-GB"/>
    </w:rPr>
  </w:style>
  <w:style w:type="paragraph" w:customStyle="1" w:styleId="AuthorAffMailEuralex">
    <w:name w:val="Author AffMail Euralex"/>
    <w:basedOn w:val="Normal"/>
    <w:autoRedefine/>
    <w:uiPriority w:val="99"/>
    <w:rsid w:val="004F02A5"/>
    <w:pPr>
      <w:spacing w:line="240" w:lineRule="exact"/>
      <w:jc w:val="right"/>
    </w:pPr>
    <w:rPr>
      <w:sz w:val="24"/>
      <w:szCs w:val="20"/>
    </w:rPr>
  </w:style>
  <w:style w:type="paragraph" w:customStyle="1" w:styleId="FootnoteTextEURALEX">
    <w:name w:val="Footnote Text EURALEX"/>
    <w:basedOn w:val="FootnoteText"/>
    <w:autoRedefine/>
    <w:uiPriority w:val="99"/>
    <w:rsid w:val="002A7FA3"/>
    <w:pPr>
      <w:spacing w:line="240" w:lineRule="auto"/>
    </w:pPr>
    <w:rPr>
      <w:sz w:val="22"/>
      <w:szCs w:val="18"/>
      <w:lang w:val="en-GB"/>
    </w:rPr>
  </w:style>
  <w:style w:type="paragraph" w:customStyle="1" w:styleId="KeywordsEURALEX10ptBold">
    <w:name w:val="Keywords EURALEX + 10 pt Bold"/>
    <w:basedOn w:val="KeywordsEURALEX"/>
    <w:autoRedefine/>
    <w:uiPriority w:val="99"/>
    <w:rsid w:val="00143C19"/>
    <w:rPr>
      <w:b/>
      <w:bCs/>
      <w:sz w:val="20"/>
    </w:rPr>
  </w:style>
  <w:style w:type="paragraph" w:customStyle="1" w:styleId="TableEURALEX">
    <w:name w:val="Table EURALEX"/>
    <w:basedOn w:val="TableofFigures"/>
    <w:next w:val="CaptionTableFigureEURALEX"/>
    <w:autoRedefine/>
    <w:uiPriority w:val="99"/>
    <w:rsid w:val="00642CD7"/>
    <w:pPr>
      <w:keepNext/>
      <w:spacing w:line="240" w:lineRule="auto"/>
      <w:jc w:val="left"/>
    </w:pPr>
    <w:rPr>
      <w:sz w:val="24"/>
      <w:lang w:val="en-GB"/>
    </w:rPr>
  </w:style>
  <w:style w:type="paragraph" w:customStyle="1" w:styleId="CaptionTableFigureEURALEX">
    <w:name w:val="Caption Table &amp; Figure EURALEX"/>
    <w:basedOn w:val="Caption"/>
    <w:next w:val="Normal"/>
    <w:autoRedefine/>
    <w:uiPriority w:val="99"/>
    <w:rsid w:val="00B10195"/>
    <w:pPr>
      <w:spacing w:before="120" w:after="120" w:line="240" w:lineRule="auto"/>
      <w:contextualSpacing w:val="0"/>
      <w:jc w:val="center"/>
    </w:pPr>
    <w:rPr>
      <w:b w:val="0"/>
      <w:sz w:val="22"/>
      <w:lang w:val="en-GB"/>
    </w:rPr>
  </w:style>
  <w:style w:type="paragraph" w:styleId="TableofFigures">
    <w:name w:val="table of figures"/>
    <w:basedOn w:val="Normal"/>
    <w:next w:val="Normal"/>
    <w:uiPriority w:val="99"/>
    <w:semiHidden/>
    <w:rsid w:val="008F6AC9"/>
  </w:style>
  <w:style w:type="paragraph" w:styleId="Caption">
    <w:name w:val="caption"/>
    <w:basedOn w:val="Normal"/>
    <w:next w:val="Normal"/>
    <w:uiPriority w:val="99"/>
    <w:qFormat/>
    <w:rsid w:val="008F6AC9"/>
    <w:rPr>
      <w:b/>
      <w:bCs/>
      <w:szCs w:val="20"/>
    </w:rPr>
  </w:style>
  <w:style w:type="paragraph" w:styleId="Footer">
    <w:name w:val="footer"/>
    <w:basedOn w:val="Normal"/>
    <w:link w:val="FooterChar"/>
    <w:uiPriority w:val="99"/>
    <w:rsid w:val="00E13FD0"/>
    <w:pPr>
      <w:tabs>
        <w:tab w:val="center" w:pos="4513"/>
        <w:tab w:val="right" w:pos="9026"/>
      </w:tabs>
    </w:pPr>
  </w:style>
  <w:style w:type="character" w:customStyle="1" w:styleId="FooterChar">
    <w:name w:val="Footer Char"/>
    <w:basedOn w:val="DefaultParagraphFont"/>
    <w:link w:val="Footer"/>
    <w:uiPriority w:val="99"/>
    <w:locked/>
    <w:rsid w:val="00E13FD0"/>
    <w:rPr>
      <w:rFonts w:cs="Times New Roman"/>
      <w:kern w:val="2"/>
      <w:sz w:val="21"/>
      <w:lang w:val="en-US" w:eastAsia="zh-CN"/>
    </w:rPr>
  </w:style>
  <w:style w:type="paragraph" w:customStyle="1" w:styleId="CitationEURALEX">
    <w:name w:val="Citation EURALEX"/>
    <w:basedOn w:val="Normal"/>
    <w:next w:val="Normal"/>
    <w:autoRedefine/>
    <w:uiPriority w:val="99"/>
    <w:rsid w:val="00D055EC"/>
    <w:pPr>
      <w:spacing w:before="120" w:after="120"/>
    </w:pPr>
    <w:rPr>
      <w:sz w:val="18"/>
      <w:lang w:val="en-GB"/>
    </w:rPr>
  </w:style>
  <w:style w:type="paragraph" w:customStyle="1" w:styleId="ExampleEURALEX">
    <w:name w:val="Example EURALEX"/>
    <w:basedOn w:val="Normal"/>
    <w:next w:val="Normal"/>
    <w:autoRedefine/>
    <w:uiPriority w:val="99"/>
    <w:rsid w:val="00AC1058"/>
    <w:pPr>
      <w:spacing w:before="120" w:after="120"/>
    </w:pPr>
    <w:rPr>
      <w:lang w:val="en-GB"/>
    </w:rPr>
  </w:style>
  <w:style w:type="paragraph" w:customStyle="1" w:styleId="ListEURALEX">
    <w:name w:val="List EURALEX"/>
    <w:basedOn w:val="Normal"/>
    <w:next w:val="Normal"/>
    <w:uiPriority w:val="99"/>
    <w:rsid w:val="008A1190"/>
    <w:pPr>
      <w:numPr>
        <w:numId w:val="35"/>
      </w:numPr>
      <w:spacing w:before="120" w:line="240" w:lineRule="auto"/>
      <w:ind w:left="618" w:hanging="618"/>
      <w:contextualSpacing w:val="0"/>
    </w:pPr>
    <w:rPr>
      <w:sz w:val="24"/>
      <w:lang w:val="en-GB"/>
    </w:rPr>
  </w:style>
  <w:style w:type="character" w:styleId="CommentReference">
    <w:name w:val="annotation reference"/>
    <w:basedOn w:val="DefaultParagraphFont"/>
    <w:uiPriority w:val="99"/>
    <w:semiHidden/>
    <w:rsid w:val="00E06CE6"/>
    <w:rPr>
      <w:rFonts w:cs="Times New Roman"/>
      <w:sz w:val="16"/>
    </w:rPr>
  </w:style>
  <w:style w:type="paragraph" w:styleId="CommentText">
    <w:name w:val="annotation text"/>
    <w:basedOn w:val="Normal"/>
    <w:link w:val="CommentTextChar"/>
    <w:uiPriority w:val="99"/>
    <w:semiHidden/>
    <w:rsid w:val="00E06CE6"/>
    <w:rPr>
      <w:szCs w:val="20"/>
    </w:rPr>
  </w:style>
  <w:style w:type="character" w:customStyle="1" w:styleId="CommentTextChar">
    <w:name w:val="Comment Text Char"/>
    <w:basedOn w:val="DefaultParagraphFont"/>
    <w:link w:val="CommentText"/>
    <w:uiPriority w:val="99"/>
    <w:semiHidden/>
    <w:locked/>
    <w:rsid w:val="00E06CE6"/>
    <w:rPr>
      <w:rFonts w:cs="Times New Roman"/>
      <w:kern w:val="2"/>
      <w:lang w:val="en-US" w:eastAsia="zh-CN"/>
    </w:rPr>
  </w:style>
  <w:style w:type="paragraph" w:styleId="CommentSubject">
    <w:name w:val="annotation subject"/>
    <w:basedOn w:val="CommentText"/>
    <w:next w:val="CommentText"/>
    <w:link w:val="CommentSubjectChar"/>
    <w:uiPriority w:val="99"/>
    <w:semiHidden/>
    <w:rsid w:val="00E06CE6"/>
    <w:rPr>
      <w:b/>
      <w:bCs/>
    </w:rPr>
  </w:style>
  <w:style w:type="character" w:customStyle="1" w:styleId="CommentSubjectChar">
    <w:name w:val="Comment Subject Char"/>
    <w:basedOn w:val="CommentTextChar"/>
    <w:link w:val="CommentSubject"/>
    <w:uiPriority w:val="99"/>
    <w:semiHidden/>
    <w:locked/>
    <w:rsid w:val="00E06CE6"/>
    <w:rPr>
      <w:b/>
    </w:rPr>
  </w:style>
  <w:style w:type="paragraph" w:styleId="BalloonText">
    <w:name w:val="Balloon Text"/>
    <w:basedOn w:val="Normal"/>
    <w:link w:val="BalloonTextChar"/>
    <w:uiPriority w:val="99"/>
    <w:semiHidden/>
    <w:rsid w:val="00E06CE6"/>
    <w:pPr>
      <w:spacing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locked/>
    <w:rsid w:val="00E06CE6"/>
    <w:rPr>
      <w:rFonts w:ascii="Segoe UI" w:hAnsi="Segoe UI" w:cs="Times New Roman"/>
      <w:kern w:val="2"/>
      <w:sz w:val="18"/>
      <w:lang w:val="en-US" w:eastAsia="zh-CN"/>
    </w:rPr>
  </w:style>
  <w:style w:type="paragraph" w:customStyle="1" w:styleId="ReferencesEURALEX">
    <w:name w:val="References EURALEX"/>
    <w:basedOn w:val="Normal"/>
    <w:autoRedefine/>
    <w:uiPriority w:val="99"/>
    <w:rsid w:val="00B10195"/>
    <w:pPr>
      <w:spacing w:line="240" w:lineRule="auto"/>
      <w:ind w:left="289" w:hanging="289"/>
      <w:contextualSpacing w:val="0"/>
    </w:pPr>
    <w:rPr>
      <w:sz w:val="24"/>
      <w:szCs w:val="20"/>
      <w:lang w:val="en-GB"/>
    </w:rPr>
  </w:style>
  <w:style w:type="paragraph" w:customStyle="1" w:styleId="StyleReferencesEURALEXItalic">
    <w:name w:val="Style References EURALEX + Italic"/>
    <w:basedOn w:val="ReferencesEURALEX"/>
    <w:uiPriority w:val="99"/>
    <w:rsid w:val="007F64FD"/>
    <w:rPr>
      <w:i/>
      <w:iCs/>
    </w:rPr>
  </w:style>
  <w:style w:type="paragraph" w:customStyle="1" w:styleId="TitleSectionsEuralex">
    <w:name w:val="Title Sections Euralex"/>
    <w:basedOn w:val="TitlePaperEuralex"/>
    <w:autoRedefine/>
    <w:uiPriority w:val="99"/>
    <w:rsid w:val="000A2B00"/>
  </w:style>
  <w:style w:type="paragraph" w:customStyle="1" w:styleId="StyleHeading1Heading1EURALEXBefore5ptAfter5pt">
    <w:name w:val="Style Heading 1Heading 1 EURALEX + Before:  5 pt After:  5 pt"/>
    <w:basedOn w:val="Heading1"/>
    <w:uiPriority w:val="99"/>
    <w:rsid w:val="00E2284C"/>
    <w:pPr>
      <w:spacing w:before="480" w:beforeAutospacing="0" w:after="60" w:afterAutospacing="0"/>
    </w:pPr>
    <w:rPr>
      <w:bCs/>
      <w:szCs w:val="20"/>
    </w:rPr>
  </w:style>
  <w:style w:type="paragraph" w:customStyle="1" w:styleId="StyleLevel1HeadingEURALEXBefore5ptAfter5pt">
    <w:name w:val="Style: Level 1Heading EURALEX + Before:  5 pt After:  5 pt..."/>
    <w:basedOn w:val="StyleHeading1Heading1EURALEXBefore5ptAfter5pt"/>
    <w:uiPriority w:val="99"/>
    <w:rsid w:val="00F509CB"/>
    <w:pPr>
      <w:spacing w:before="240"/>
    </w:pPr>
  </w:style>
  <w:style w:type="paragraph" w:customStyle="1" w:styleId="StyleAbstractAcknowledgementTextEuralexItalic">
    <w:name w:val="Style: Abstract &amp; Acknowledgement Text Euralex + Italic"/>
    <w:basedOn w:val="AbstractAcknowledgementTextEuralex"/>
    <w:uiPriority w:val="99"/>
    <w:rsid w:val="00F509CB"/>
    <w:rPr>
      <w:i/>
      <w:iCs/>
    </w:rPr>
  </w:style>
  <w:style w:type="paragraph" w:customStyle="1" w:styleId="TitleofthePaperEuralexBeforeAutoAfterAuto">
    <w:name w:val="Title of the Paper Euralex + Before:  Auto After:  Auto"/>
    <w:basedOn w:val="TitlePaperEuralex"/>
    <w:uiPriority w:val="99"/>
    <w:rsid w:val="00F509CB"/>
    <w:pPr>
      <w:spacing w:before="0" w:after="0"/>
    </w:pPr>
    <w:rPr>
      <w:rFonts w:cs="Times New Roman"/>
      <w:bCs/>
      <w:szCs w:val="20"/>
    </w:rPr>
  </w:style>
  <w:style w:type="paragraph" w:customStyle="1" w:styleId="StyleLevel2HeadingEURALEXBefore0ptAfter0pt">
    <w:name w:val="Style: Level 2 Heading EURALEX + Before:  0 pt After:  0 pt"/>
    <w:basedOn w:val="Heading2"/>
    <w:uiPriority w:val="99"/>
    <w:rsid w:val="003F07C2"/>
    <w:pPr>
      <w:contextualSpacing w:val="0"/>
    </w:pPr>
    <w:rPr>
      <w:szCs w:val="20"/>
    </w:rPr>
  </w:style>
  <w:style w:type="paragraph" w:customStyle="1" w:styleId="StyleLevel3HeadingEURALEXBefore0ptAfter0pt">
    <w:name w:val="Style: Level 3 Heading EURALEX + Before:  0 pt After:  0 pt"/>
    <w:basedOn w:val="Heading3"/>
    <w:uiPriority w:val="99"/>
    <w:rsid w:val="003F07C2"/>
    <w:pPr>
      <w:spacing w:after="40"/>
    </w:pPr>
    <w:rPr>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cmillandictionary.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Common\Interdisciplinary_projects\EURALEX_2014\Publication\Stylesheet\Stylesheet_examples\eLEX2013_Proceedings-template\eLEX2013%20Proceeding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eLEX2013 Proceedings-template.dot</Template>
  <TotalTime>0</TotalTime>
  <Pages>5</Pages>
  <Words>1533</Words>
  <Characters>8742</Characters>
  <Application>Microsoft Office Outlook</Application>
  <DocSecurity>0</DocSecurity>
  <Lines>0</Lines>
  <Paragraphs>0</Paragraphs>
  <ScaleCrop>false</ScaleCrop>
  <Company>ELRA/ELDA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PreparingeLEX2013 Proceedings</dc:title>
  <dc:subject>eLEX2013 Proceedings - Template</dc:subject>
  <dc:creator>AAbel</dc:creator>
  <cp:keywords/>
  <dc:description/>
  <cp:lastModifiedBy>Tina</cp:lastModifiedBy>
  <cp:revision>2</cp:revision>
  <cp:lastPrinted>2016-02-08T18:48:00Z</cp:lastPrinted>
  <dcterms:created xsi:type="dcterms:W3CDTF">2016-02-11T11:07:00Z</dcterms:created>
  <dcterms:modified xsi:type="dcterms:W3CDTF">2016-02-11T11:07:00Z</dcterms:modified>
</cp:coreProperties>
</file>